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5EE" w:rsidRDefault="00EF55EE" w:rsidP="00EF55EE">
      <w:pPr>
        <w:spacing w:line="276" w:lineRule="auto"/>
        <w:jc w:val="both"/>
        <w:rPr>
          <w:sz w:val="20"/>
          <w:szCs w:val="20"/>
        </w:rPr>
      </w:pPr>
      <w:r w:rsidRPr="00E7266F">
        <w:rPr>
          <w:noProof/>
        </w:rPr>
        <w:drawing>
          <wp:inline distT="0" distB="0" distL="0" distR="0">
            <wp:extent cx="5220335" cy="8890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335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5EE" w:rsidRDefault="00595875" w:rsidP="00EF55EE">
      <w:pPr>
        <w:spacing w:line="276" w:lineRule="auto"/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70485</wp:posOffset>
                </wp:positionV>
                <wp:extent cx="5755640" cy="0"/>
                <wp:effectExtent l="13970" t="5080" r="12065" b="13970"/>
                <wp:wrapNone/>
                <wp:docPr id="2" name="Raven povezoval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755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0D056F" id="Raven povezovalnik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.05pt,5.55pt" to="453.1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">
                <o:lock v:ext="edit" shapetype="f"/>
              </v:line>
            </w:pict>
          </mc:Fallback>
        </mc:AlternateContent>
      </w:r>
    </w:p>
    <w:p w:rsidR="007E57DA" w:rsidRDefault="007E57DA" w:rsidP="00150811">
      <w:pPr>
        <w:pStyle w:val="Naslov1"/>
        <w:spacing w:before="0" w:beforeAutospacing="0" w:after="0" w:afterAutospacing="0"/>
        <w:rPr>
          <w:sz w:val="22"/>
          <w:szCs w:val="22"/>
        </w:rPr>
      </w:pPr>
    </w:p>
    <w:p w:rsidR="00EF55EE" w:rsidRPr="007E57DA" w:rsidRDefault="00EF55EE" w:rsidP="00150811">
      <w:pPr>
        <w:pStyle w:val="Naslov1"/>
        <w:spacing w:before="0" w:beforeAutospacing="0" w:after="0" w:afterAutospacing="0"/>
        <w:rPr>
          <w:sz w:val="22"/>
          <w:szCs w:val="22"/>
        </w:rPr>
      </w:pPr>
    </w:p>
    <w:p w:rsidR="00150811" w:rsidRPr="007E57DA" w:rsidRDefault="00150811" w:rsidP="00150811">
      <w:pPr>
        <w:pStyle w:val="Naslov1"/>
        <w:spacing w:before="0" w:beforeAutospacing="0" w:after="0" w:afterAutospacing="0"/>
        <w:jc w:val="center"/>
        <w:rPr>
          <w:sz w:val="24"/>
          <w:szCs w:val="24"/>
        </w:rPr>
      </w:pPr>
      <w:r w:rsidRPr="007E57DA">
        <w:rPr>
          <w:sz w:val="24"/>
          <w:szCs w:val="24"/>
        </w:rPr>
        <w:t>IZJAVA</w:t>
      </w:r>
    </w:p>
    <w:p w:rsidR="00150811" w:rsidRPr="007E57DA" w:rsidRDefault="00150811" w:rsidP="00150811">
      <w:pPr>
        <w:jc w:val="both"/>
        <w:rPr>
          <w:b/>
          <w:bCs/>
          <w:kern w:val="36"/>
          <w:sz w:val="22"/>
          <w:szCs w:val="22"/>
        </w:rPr>
      </w:pPr>
    </w:p>
    <w:p w:rsidR="00150811" w:rsidRPr="007E57DA" w:rsidRDefault="00150811" w:rsidP="00150811">
      <w:pPr>
        <w:jc w:val="both"/>
        <w:rPr>
          <w:b/>
          <w:bCs/>
          <w:kern w:val="36"/>
          <w:sz w:val="22"/>
          <w:szCs w:val="22"/>
        </w:rPr>
      </w:pPr>
    </w:p>
    <w:p w:rsidR="00150811" w:rsidRPr="007E57DA" w:rsidRDefault="00150811" w:rsidP="00EF55EE">
      <w:pPr>
        <w:spacing w:line="276" w:lineRule="auto"/>
        <w:jc w:val="both"/>
        <w:rPr>
          <w:sz w:val="22"/>
          <w:szCs w:val="22"/>
        </w:rPr>
      </w:pPr>
      <w:r w:rsidRPr="007E57DA">
        <w:rPr>
          <w:bCs/>
          <w:kern w:val="36"/>
          <w:sz w:val="22"/>
          <w:szCs w:val="22"/>
        </w:rPr>
        <w:t>P</w:t>
      </w:r>
      <w:r w:rsidRPr="007E57DA">
        <w:rPr>
          <w:sz w:val="22"/>
          <w:szCs w:val="22"/>
        </w:rPr>
        <w:t>od kazensko in mat</w:t>
      </w:r>
      <w:r w:rsidR="00C72573">
        <w:rPr>
          <w:sz w:val="22"/>
          <w:szCs w:val="22"/>
        </w:rPr>
        <w:t>erialno odgovornostjo izjavljam</w:t>
      </w:r>
      <w:r w:rsidRPr="007E57DA">
        <w:rPr>
          <w:sz w:val="22"/>
          <w:szCs w:val="22"/>
        </w:rPr>
        <w:t xml:space="preserve">, da proti </w:t>
      </w:r>
      <w:r w:rsidR="00C72573">
        <w:rPr>
          <w:sz w:val="22"/>
          <w:szCs w:val="22"/>
        </w:rPr>
        <w:t>meni/</w:t>
      </w:r>
      <w:r w:rsidRPr="007E57DA">
        <w:rPr>
          <w:sz w:val="22"/>
          <w:szCs w:val="22"/>
        </w:rPr>
        <w:t xml:space="preserve">nam ni bila izdana pravnomočna sodna ali upravna odločba, s katero bi </w:t>
      </w:r>
      <w:r w:rsidR="0004411D">
        <w:rPr>
          <w:sz w:val="22"/>
          <w:szCs w:val="22"/>
        </w:rPr>
        <w:t>mi/</w:t>
      </w:r>
      <w:r w:rsidRPr="007E57DA">
        <w:rPr>
          <w:sz w:val="22"/>
          <w:szCs w:val="22"/>
        </w:rPr>
        <w:t xml:space="preserve">nam bilo prepovedano opravljati dejavnost, ki je predmet javnega </w:t>
      </w:r>
      <w:r w:rsidR="005C1374" w:rsidRPr="007E57DA">
        <w:rPr>
          <w:sz w:val="22"/>
          <w:szCs w:val="22"/>
        </w:rPr>
        <w:t>poziv</w:t>
      </w:r>
      <w:r w:rsidRPr="007E57DA">
        <w:rPr>
          <w:sz w:val="22"/>
          <w:szCs w:val="22"/>
        </w:rPr>
        <w:t>a.</w:t>
      </w:r>
      <w:bookmarkStart w:id="0" w:name="_GoBack"/>
      <w:bookmarkEnd w:id="0"/>
    </w:p>
    <w:p w:rsidR="00150811" w:rsidRPr="007E57DA" w:rsidRDefault="00150811" w:rsidP="00EF55EE">
      <w:pPr>
        <w:spacing w:line="276" w:lineRule="auto"/>
        <w:jc w:val="both"/>
        <w:rPr>
          <w:sz w:val="22"/>
          <w:szCs w:val="22"/>
        </w:rPr>
      </w:pPr>
    </w:p>
    <w:p w:rsidR="007B17B8" w:rsidRPr="007E57DA" w:rsidRDefault="005C1374" w:rsidP="00EF55EE">
      <w:pPr>
        <w:spacing w:line="276" w:lineRule="auto"/>
        <w:jc w:val="both"/>
        <w:rPr>
          <w:sz w:val="22"/>
          <w:szCs w:val="22"/>
        </w:rPr>
      </w:pPr>
      <w:r w:rsidRPr="007E57DA">
        <w:rPr>
          <w:sz w:val="22"/>
          <w:szCs w:val="22"/>
        </w:rPr>
        <w:t>S podpisom</w:t>
      </w:r>
      <w:r w:rsidR="00C72573">
        <w:rPr>
          <w:sz w:val="22"/>
          <w:szCs w:val="22"/>
        </w:rPr>
        <w:t xml:space="preserve"> na tej izjavi potrjujem</w:t>
      </w:r>
      <w:r w:rsidR="00150811" w:rsidRPr="007E57DA">
        <w:rPr>
          <w:sz w:val="22"/>
          <w:szCs w:val="22"/>
        </w:rPr>
        <w:t xml:space="preserve">, da </w:t>
      </w:r>
      <w:r w:rsidR="00C72573">
        <w:rPr>
          <w:sz w:val="22"/>
          <w:szCs w:val="22"/>
        </w:rPr>
        <w:t>soglašam</w:t>
      </w:r>
      <w:r w:rsidRPr="007E57DA">
        <w:rPr>
          <w:sz w:val="22"/>
          <w:szCs w:val="22"/>
        </w:rPr>
        <w:t xml:space="preserve"> z določili, navedenimi v tem javnem pozivu in pripadajoči razpisni dokumentaciji</w:t>
      </w:r>
      <w:r w:rsidR="007B17B8" w:rsidRPr="007E57DA">
        <w:rPr>
          <w:sz w:val="22"/>
          <w:szCs w:val="22"/>
        </w:rPr>
        <w:t xml:space="preserve"> ter da so vse navedbe v prijavi resnične in ustrezajo dejanskemu stanju, vse priložene fotokopije pa ustrezajo originalom.</w:t>
      </w:r>
    </w:p>
    <w:p w:rsidR="00150811" w:rsidRPr="007E57DA" w:rsidRDefault="00150811" w:rsidP="00EF55EE">
      <w:pPr>
        <w:spacing w:line="276" w:lineRule="auto"/>
        <w:jc w:val="both"/>
        <w:rPr>
          <w:b/>
          <w:bCs/>
          <w:kern w:val="36"/>
          <w:sz w:val="22"/>
          <w:szCs w:val="22"/>
        </w:rPr>
      </w:pPr>
    </w:p>
    <w:p w:rsidR="00150811" w:rsidRDefault="00C72573" w:rsidP="00EF55EE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Prijavitelj </w:t>
      </w:r>
      <w:r w:rsidR="007B17B8" w:rsidRPr="007E57DA">
        <w:rPr>
          <w:sz w:val="22"/>
          <w:szCs w:val="22"/>
        </w:rPr>
        <w:t>tudi</w:t>
      </w:r>
      <w:r w:rsidR="00150811" w:rsidRPr="007E57DA">
        <w:rPr>
          <w:sz w:val="22"/>
          <w:szCs w:val="22"/>
        </w:rPr>
        <w:t xml:space="preserve"> izjavljam, da sem seznanjen z določbami 35. člena Zakona o integriteti in preprečevanju korupcije (</w:t>
      </w:r>
      <w:r w:rsidR="00EF55EE" w:rsidRPr="00EF55EE">
        <w:rPr>
          <w:sz w:val="22"/>
          <w:szCs w:val="22"/>
        </w:rPr>
        <w:t xml:space="preserve">Uradni list RS, št. 69/11 – uradno prečiščeno besedilo, 158/20, 3/22 – </w:t>
      </w:r>
      <w:proofErr w:type="spellStart"/>
      <w:r w:rsidR="00EF55EE" w:rsidRPr="00EF55EE">
        <w:rPr>
          <w:sz w:val="22"/>
          <w:szCs w:val="22"/>
        </w:rPr>
        <w:t>ZDeb</w:t>
      </w:r>
      <w:proofErr w:type="spellEnd"/>
      <w:r w:rsidR="00EF55EE" w:rsidRPr="00EF55EE">
        <w:rPr>
          <w:sz w:val="22"/>
          <w:szCs w:val="22"/>
        </w:rPr>
        <w:t xml:space="preserve"> in 16/23 – </w:t>
      </w:r>
      <w:proofErr w:type="spellStart"/>
      <w:r w:rsidR="00EF55EE" w:rsidRPr="00EF55EE">
        <w:rPr>
          <w:sz w:val="22"/>
          <w:szCs w:val="22"/>
        </w:rPr>
        <w:t>ZZPri</w:t>
      </w:r>
      <w:proofErr w:type="spellEnd"/>
      <w:r w:rsidR="00150811" w:rsidRPr="007E57DA">
        <w:rPr>
          <w:sz w:val="22"/>
          <w:szCs w:val="22"/>
        </w:rPr>
        <w:t>) in izjavljam, da niti sam niti nobeden od mojih družinskih članov, niti nihče izmed članov poslovodstva prijavitelja, niti njegovi družinski člani niso subjekti, za katere bi veljala omejitev poslovanja z Občino Škofja Loka po tem členu.</w:t>
      </w:r>
    </w:p>
    <w:p w:rsidR="00C72573" w:rsidRDefault="00C72573" w:rsidP="00EF55EE">
      <w:pPr>
        <w:spacing w:line="276" w:lineRule="auto"/>
        <w:jc w:val="both"/>
        <w:rPr>
          <w:sz w:val="22"/>
          <w:szCs w:val="22"/>
        </w:rPr>
      </w:pPr>
    </w:p>
    <w:p w:rsidR="00C72573" w:rsidRPr="00890B87" w:rsidRDefault="00C72573" w:rsidP="00EF55EE">
      <w:pPr>
        <w:spacing w:after="30" w:line="276" w:lineRule="auto"/>
        <w:jc w:val="both"/>
        <w:rPr>
          <w:sz w:val="22"/>
          <w:szCs w:val="22"/>
        </w:rPr>
      </w:pPr>
      <w:r w:rsidRPr="00890B87">
        <w:rPr>
          <w:sz w:val="22"/>
          <w:szCs w:val="22"/>
        </w:rPr>
        <w:t>Prijavitelj dovoljujem objavo osebnih podatkov z namenom vodenja javnega poziva in objave rezultatov poziva na spletni strani Občine skladno z zakonom o dostopnosti informacij javnega značaja in zakona o varstvu osebnih podatkov.</w:t>
      </w:r>
    </w:p>
    <w:p w:rsidR="00150811" w:rsidRPr="007E57DA" w:rsidRDefault="00150811" w:rsidP="00EF55EE">
      <w:pPr>
        <w:spacing w:line="276" w:lineRule="auto"/>
        <w:jc w:val="both"/>
        <w:rPr>
          <w:sz w:val="22"/>
          <w:szCs w:val="22"/>
        </w:rPr>
      </w:pPr>
    </w:p>
    <w:p w:rsidR="00150811" w:rsidRPr="007E57DA" w:rsidRDefault="00EF55EE" w:rsidP="00EF55EE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 </w:t>
      </w:r>
      <w:r w:rsidR="00560998" w:rsidRPr="007E57DA">
        <w:rPr>
          <w:sz w:val="22"/>
          <w:szCs w:val="22"/>
        </w:rPr>
        <w:t>podpisom na</w:t>
      </w:r>
      <w:r>
        <w:rPr>
          <w:sz w:val="22"/>
          <w:szCs w:val="22"/>
        </w:rPr>
        <w:t xml:space="preserve"> tej izjavi potrjujem</w:t>
      </w:r>
      <w:r w:rsidR="00560998" w:rsidRPr="007E57DA">
        <w:rPr>
          <w:sz w:val="22"/>
          <w:szCs w:val="22"/>
        </w:rPr>
        <w:t xml:space="preserve"> tudi, da nimamo neizpolnjenih obveznosti do Občine.</w:t>
      </w:r>
    </w:p>
    <w:p w:rsidR="00560998" w:rsidRPr="007E57DA" w:rsidRDefault="00560998" w:rsidP="00150811">
      <w:pPr>
        <w:jc w:val="both"/>
        <w:rPr>
          <w:sz w:val="22"/>
          <w:szCs w:val="22"/>
        </w:rPr>
      </w:pPr>
    </w:p>
    <w:p w:rsidR="00560998" w:rsidRPr="007E57DA" w:rsidRDefault="00560998" w:rsidP="00150811">
      <w:pPr>
        <w:jc w:val="both"/>
        <w:rPr>
          <w:sz w:val="22"/>
          <w:szCs w:val="22"/>
        </w:rPr>
      </w:pPr>
    </w:p>
    <w:p w:rsidR="00560998" w:rsidRPr="007E57DA" w:rsidRDefault="00560998" w:rsidP="00150811">
      <w:pPr>
        <w:jc w:val="both"/>
        <w:rPr>
          <w:sz w:val="22"/>
          <w:szCs w:val="22"/>
        </w:rPr>
      </w:pPr>
    </w:p>
    <w:p w:rsidR="00560998" w:rsidRDefault="00560998" w:rsidP="00676FC7">
      <w:pPr>
        <w:pStyle w:val="Naslov1"/>
        <w:spacing w:before="0" w:beforeAutospacing="0" w:after="0" w:afterAutospacing="0"/>
        <w:rPr>
          <w:sz w:val="22"/>
          <w:szCs w:val="22"/>
        </w:rPr>
      </w:pPr>
    </w:p>
    <w:p w:rsidR="00EF55EE" w:rsidRPr="007E57DA" w:rsidRDefault="00EF55EE" w:rsidP="00676FC7">
      <w:pPr>
        <w:pStyle w:val="Naslov1"/>
        <w:spacing w:before="0" w:beforeAutospacing="0" w:after="0" w:afterAutospacing="0"/>
        <w:rPr>
          <w:sz w:val="22"/>
          <w:szCs w:val="22"/>
        </w:rPr>
      </w:pPr>
    </w:p>
    <w:p w:rsidR="00560998" w:rsidRPr="007E57DA" w:rsidRDefault="00560998" w:rsidP="00560998">
      <w:pPr>
        <w:rPr>
          <w:sz w:val="22"/>
          <w:szCs w:val="22"/>
        </w:rPr>
      </w:pPr>
    </w:p>
    <w:p w:rsidR="00560998" w:rsidRPr="007E57DA" w:rsidRDefault="00560998" w:rsidP="00560998">
      <w:pPr>
        <w:rPr>
          <w:sz w:val="22"/>
          <w:szCs w:val="22"/>
        </w:rPr>
      </w:pPr>
    </w:p>
    <w:p w:rsidR="008903D5" w:rsidRPr="007E57DA" w:rsidRDefault="008903D5" w:rsidP="008903D5">
      <w:pPr>
        <w:pStyle w:val="Naslov1"/>
        <w:spacing w:before="0" w:beforeAutospacing="0" w:after="0" w:afterAutospacing="0"/>
        <w:rPr>
          <w:sz w:val="22"/>
          <w:szCs w:val="22"/>
        </w:rPr>
      </w:pPr>
      <w:r w:rsidRPr="007E57DA">
        <w:rPr>
          <w:sz w:val="22"/>
          <w:szCs w:val="22"/>
        </w:rPr>
        <w:t>Kraj in datum:                                                                        Podpis odgovorne osebe prijavitelja:</w:t>
      </w:r>
    </w:p>
    <w:p w:rsidR="008903D5" w:rsidRPr="007E57DA" w:rsidRDefault="008903D5" w:rsidP="008903D5">
      <w:pPr>
        <w:pStyle w:val="Naslov1"/>
        <w:spacing w:before="0" w:beforeAutospacing="0" w:after="0" w:afterAutospacing="0"/>
        <w:rPr>
          <w:sz w:val="22"/>
          <w:szCs w:val="22"/>
        </w:rPr>
      </w:pPr>
    </w:p>
    <w:p w:rsidR="008903D5" w:rsidRPr="007E57DA" w:rsidRDefault="008903D5" w:rsidP="008903D5">
      <w:pPr>
        <w:pStyle w:val="Naslov1"/>
        <w:spacing w:before="0" w:beforeAutospacing="0" w:after="0" w:afterAutospacing="0"/>
        <w:rPr>
          <w:sz w:val="22"/>
          <w:szCs w:val="22"/>
        </w:rPr>
      </w:pPr>
      <w:r w:rsidRPr="007E57DA">
        <w:rPr>
          <w:sz w:val="22"/>
          <w:szCs w:val="22"/>
        </w:rPr>
        <w:t>_________________________                                              _________________</w:t>
      </w:r>
      <w:r w:rsidR="00742E86">
        <w:rPr>
          <w:sz w:val="22"/>
          <w:szCs w:val="22"/>
        </w:rPr>
        <w:t>____</w:t>
      </w:r>
      <w:r w:rsidRPr="007E57DA">
        <w:rPr>
          <w:sz w:val="22"/>
          <w:szCs w:val="22"/>
        </w:rPr>
        <w:t xml:space="preserve">____________       </w:t>
      </w:r>
    </w:p>
    <w:p w:rsidR="008903D5" w:rsidRPr="007E57DA" w:rsidRDefault="008903D5" w:rsidP="008903D5">
      <w:pPr>
        <w:pStyle w:val="Naslov1"/>
        <w:spacing w:before="0" w:beforeAutospacing="0" w:after="0" w:afterAutospacing="0"/>
        <w:rPr>
          <w:sz w:val="22"/>
          <w:szCs w:val="22"/>
        </w:rPr>
      </w:pPr>
    </w:p>
    <w:p w:rsidR="00560998" w:rsidRPr="007E57DA" w:rsidRDefault="00560998" w:rsidP="00560998">
      <w:pPr>
        <w:rPr>
          <w:sz w:val="22"/>
          <w:szCs w:val="22"/>
        </w:rPr>
      </w:pPr>
    </w:p>
    <w:p w:rsidR="00560998" w:rsidRPr="007E57DA" w:rsidRDefault="00560998" w:rsidP="00560998">
      <w:pPr>
        <w:rPr>
          <w:sz w:val="22"/>
          <w:szCs w:val="22"/>
        </w:rPr>
      </w:pPr>
    </w:p>
    <w:p w:rsidR="00560998" w:rsidRPr="007E57DA" w:rsidRDefault="00560998" w:rsidP="00560998">
      <w:pPr>
        <w:rPr>
          <w:sz w:val="22"/>
          <w:szCs w:val="22"/>
        </w:rPr>
      </w:pPr>
    </w:p>
    <w:p w:rsidR="00560998" w:rsidRPr="007E57DA" w:rsidRDefault="00560998" w:rsidP="00560998">
      <w:pPr>
        <w:rPr>
          <w:sz w:val="22"/>
          <w:szCs w:val="22"/>
        </w:rPr>
      </w:pPr>
    </w:p>
    <w:p w:rsidR="00560998" w:rsidRPr="007E57DA" w:rsidRDefault="00560998" w:rsidP="00560998">
      <w:pPr>
        <w:rPr>
          <w:sz w:val="22"/>
          <w:szCs w:val="22"/>
        </w:rPr>
      </w:pPr>
    </w:p>
    <w:sectPr w:rsidR="00560998" w:rsidRPr="007E57DA" w:rsidSect="00A03996">
      <w:headerReference w:type="first" r:id="rId9"/>
      <w:pgSz w:w="11906" w:h="16838" w:code="9"/>
      <w:pgMar w:top="1418" w:right="1418" w:bottom="1418" w:left="1418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C86" w:rsidRDefault="00C74C86" w:rsidP="00A55117">
      <w:r>
        <w:separator/>
      </w:r>
    </w:p>
  </w:endnote>
  <w:endnote w:type="continuationSeparator" w:id="0">
    <w:p w:rsidR="00C74C86" w:rsidRDefault="00C74C86" w:rsidP="00A55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C86" w:rsidRDefault="00C74C86" w:rsidP="00A55117">
      <w:r>
        <w:separator/>
      </w:r>
    </w:p>
  </w:footnote>
  <w:footnote w:type="continuationSeparator" w:id="0">
    <w:p w:rsidR="00C74C86" w:rsidRDefault="00C74C86" w:rsidP="00A55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48F" w:rsidRPr="0044448F" w:rsidRDefault="007F4DBC">
    <w:pPr>
      <w:pStyle w:val="Glav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JAVNI </w:t>
    </w:r>
    <w:r w:rsidR="001E70AD">
      <w:rPr>
        <w:rFonts w:ascii="Arial" w:hAnsi="Arial" w:cs="Arial"/>
        <w:sz w:val="16"/>
        <w:szCs w:val="16"/>
      </w:rPr>
      <w:t>POZIV 202</w:t>
    </w:r>
    <w:r w:rsidR="004D140F">
      <w:rPr>
        <w:rFonts w:ascii="Arial" w:hAnsi="Arial" w:cs="Arial"/>
        <w:sz w:val="16"/>
        <w:szCs w:val="16"/>
      </w:rPr>
      <w:t>5</w:t>
    </w:r>
    <w:r w:rsidR="007E57DA">
      <w:rPr>
        <w:rFonts w:ascii="Arial" w:hAnsi="Arial" w:cs="Arial"/>
        <w:sz w:val="16"/>
        <w:szCs w:val="16"/>
      </w:rPr>
      <w:t xml:space="preserve"> – PROJEKTI POSEBNEGA POMENA</w:t>
    </w:r>
    <w:r w:rsidR="00140B48">
      <w:rPr>
        <w:rFonts w:ascii="Arial" w:hAnsi="Arial" w:cs="Arial"/>
        <w:sz w:val="16"/>
        <w:szCs w:val="16"/>
      </w:rPr>
      <w:tab/>
    </w:r>
    <w:r w:rsidR="0044448F" w:rsidRPr="0044448F">
      <w:rPr>
        <w:rFonts w:ascii="Arial" w:hAnsi="Arial" w:cs="Arial"/>
        <w:sz w:val="16"/>
        <w:szCs w:val="16"/>
      </w:rPr>
      <w:tab/>
    </w:r>
  </w:p>
  <w:p w:rsidR="0044448F" w:rsidRPr="009F6837" w:rsidRDefault="0044448F">
    <w:pPr>
      <w:pStyle w:val="Glava"/>
      <w:rPr>
        <w:rFonts w:ascii="Arial" w:hAnsi="Arial" w:cs="Arial"/>
        <w:b/>
        <w:sz w:val="16"/>
        <w:szCs w:val="16"/>
      </w:rPr>
    </w:pPr>
    <w:r w:rsidRPr="007E57DA">
      <w:rPr>
        <w:rFonts w:ascii="Arial" w:hAnsi="Arial" w:cs="Arial"/>
        <w:b/>
        <w:sz w:val="16"/>
        <w:szCs w:val="16"/>
      </w:rPr>
      <w:t>OBRAZEC ŠT. 2: Izjava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7BD9"/>
    <w:multiLevelType w:val="hybridMultilevel"/>
    <w:tmpl w:val="60DAF7A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A4867"/>
    <w:multiLevelType w:val="hybridMultilevel"/>
    <w:tmpl w:val="1D18809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80BBB"/>
    <w:multiLevelType w:val="hybridMultilevel"/>
    <w:tmpl w:val="52E48D12"/>
    <w:lvl w:ilvl="0" w:tplc="D1A64A5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C3010"/>
    <w:multiLevelType w:val="hybridMultilevel"/>
    <w:tmpl w:val="12BC040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A243F"/>
    <w:multiLevelType w:val="singleLevel"/>
    <w:tmpl w:val="0424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EA752BB"/>
    <w:multiLevelType w:val="hybridMultilevel"/>
    <w:tmpl w:val="1C66B658"/>
    <w:lvl w:ilvl="0" w:tplc="D1A64A5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BB2AAD"/>
    <w:multiLevelType w:val="hybridMultilevel"/>
    <w:tmpl w:val="CEE6EB5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F5CC5"/>
    <w:multiLevelType w:val="multilevel"/>
    <w:tmpl w:val="6C16F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BF770B"/>
    <w:multiLevelType w:val="multilevel"/>
    <w:tmpl w:val="6CC66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B62422"/>
    <w:multiLevelType w:val="hybridMultilevel"/>
    <w:tmpl w:val="E6DE853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B5432"/>
    <w:multiLevelType w:val="hybridMultilevel"/>
    <w:tmpl w:val="6D667DF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F60FDC"/>
    <w:multiLevelType w:val="hybridMultilevel"/>
    <w:tmpl w:val="EE0C0492"/>
    <w:lvl w:ilvl="0" w:tplc="09822EE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BC0312"/>
    <w:multiLevelType w:val="hybridMultilevel"/>
    <w:tmpl w:val="BB762100"/>
    <w:lvl w:ilvl="0" w:tplc="350EB7C0">
      <w:start w:val="42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3" w15:restartNumberingAfterBreak="0">
    <w:nsid w:val="388464B6"/>
    <w:multiLevelType w:val="hybridMultilevel"/>
    <w:tmpl w:val="C6BC903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F5C9E"/>
    <w:multiLevelType w:val="hybridMultilevel"/>
    <w:tmpl w:val="A7AAC5CC"/>
    <w:lvl w:ilvl="0" w:tplc="3FD08CC4">
      <w:start w:val="42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621C68"/>
    <w:multiLevelType w:val="hybridMultilevel"/>
    <w:tmpl w:val="9D02BC9E"/>
    <w:lvl w:ilvl="0" w:tplc="A40E467C">
      <w:start w:val="1"/>
      <w:numFmt w:val="decimal"/>
      <w:lvlText w:val="%1."/>
      <w:lvlJc w:val="left"/>
      <w:pPr>
        <w:tabs>
          <w:tab w:val="num" w:pos="680"/>
        </w:tabs>
        <w:ind w:left="737" w:hanging="397"/>
      </w:pPr>
      <w:rPr>
        <w:rFonts w:hint="default"/>
        <w:b w:val="0"/>
        <w:i/>
      </w:rPr>
    </w:lvl>
    <w:lvl w:ilvl="1" w:tplc="673E41D2">
      <w:start w:val="3"/>
      <w:numFmt w:val="upperRoman"/>
      <w:lvlText w:val="%2."/>
      <w:lvlJc w:val="left"/>
      <w:pPr>
        <w:tabs>
          <w:tab w:val="num" w:pos="284"/>
        </w:tabs>
        <w:ind w:left="0" w:firstLine="0"/>
      </w:pPr>
      <w:rPr>
        <w:rFonts w:hint="default"/>
        <w:b w:val="0"/>
        <w:i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4D4EC0"/>
    <w:multiLevelType w:val="hybridMultilevel"/>
    <w:tmpl w:val="CF1A900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6B2BA2"/>
    <w:multiLevelType w:val="hybridMultilevel"/>
    <w:tmpl w:val="BA20CD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2E291D"/>
    <w:multiLevelType w:val="hybridMultilevel"/>
    <w:tmpl w:val="7078053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8250BB"/>
    <w:multiLevelType w:val="hybridMultilevel"/>
    <w:tmpl w:val="A2760682"/>
    <w:lvl w:ilvl="0" w:tplc="0424000F">
      <w:start w:val="1"/>
      <w:numFmt w:val="decimal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14A31E1"/>
    <w:multiLevelType w:val="hybridMultilevel"/>
    <w:tmpl w:val="6DF2400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66DC3"/>
    <w:multiLevelType w:val="hybridMultilevel"/>
    <w:tmpl w:val="504E1DC6"/>
    <w:lvl w:ilvl="0" w:tplc="8EDADC28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95117ED"/>
    <w:multiLevelType w:val="hybridMultilevel"/>
    <w:tmpl w:val="0BF658A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B64C0D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77497E0A"/>
    <w:multiLevelType w:val="hybridMultilevel"/>
    <w:tmpl w:val="41F8278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2212E6"/>
    <w:multiLevelType w:val="hybridMultilevel"/>
    <w:tmpl w:val="808883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8763B"/>
    <w:multiLevelType w:val="hybridMultilevel"/>
    <w:tmpl w:val="DC9AA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B0C0F"/>
    <w:multiLevelType w:val="hybridMultilevel"/>
    <w:tmpl w:val="B16E4DE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5"/>
  </w:num>
  <w:num w:numId="4">
    <w:abstractNumId w:val="11"/>
  </w:num>
  <w:num w:numId="5">
    <w:abstractNumId w:val="12"/>
  </w:num>
  <w:num w:numId="6">
    <w:abstractNumId w:val="25"/>
  </w:num>
  <w:num w:numId="7">
    <w:abstractNumId w:val="22"/>
  </w:num>
  <w:num w:numId="8">
    <w:abstractNumId w:val="3"/>
  </w:num>
  <w:num w:numId="9">
    <w:abstractNumId w:val="10"/>
  </w:num>
  <w:num w:numId="10">
    <w:abstractNumId w:val="13"/>
  </w:num>
  <w:num w:numId="11">
    <w:abstractNumId w:val="19"/>
  </w:num>
  <w:num w:numId="12">
    <w:abstractNumId w:val="20"/>
  </w:num>
  <w:num w:numId="13">
    <w:abstractNumId w:val="9"/>
  </w:num>
  <w:num w:numId="14">
    <w:abstractNumId w:val="2"/>
  </w:num>
  <w:num w:numId="15">
    <w:abstractNumId w:val="5"/>
  </w:num>
  <w:num w:numId="16">
    <w:abstractNumId w:val="4"/>
  </w:num>
  <w:num w:numId="17">
    <w:abstractNumId w:val="23"/>
  </w:num>
  <w:num w:numId="18">
    <w:abstractNumId w:val="6"/>
  </w:num>
  <w:num w:numId="19">
    <w:abstractNumId w:val="18"/>
  </w:num>
  <w:num w:numId="20">
    <w:abstractNumId w:val="24"/>
  </w:num>
  <w:num w:numId="21">
    <w:abstractNumId w:val="1"/>
  </w:num>
  <w:num w:numId="22">
    <w:abstractNumId w:val="26"/>
  </w:num>
  <w:num w:numId="23">
    <w:abstractNumId w:val="17"/>
  </w:num>
  <w:num w:numId="24">
    <w:abstractNumId w:val="0"/>
  </w:num>
  <w:num w:numId="25">
    <w:abstractNumId w:val="14"/>
  </w:num>
  <w:num w:numId="26">
    <w:abstractNumId w:val="16"/>
  </w:num>
  <w:num w:numId="27">
    <w:abstractNumId w:val="27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4AC"/>
    <w:rsid w:val="00000759"/>
    <w:rsid w:val="000136EB"/>
    <w:rsid w:val="00017120"/>
    <w:rsid w:val="00021011"/>
    <w:rsid w:val="0004411D"/>
    <w:rsid w:val="000516D8"/>
    <w:rsid w:val="00051EEB"/>
    <w:rsid w:val="000614A2"/>
    <w:rsid w:val="00087A4A"/>
    <w:rsid w:val="00093BEB"/>
    <w:rsid w:val="000B6211"/>
    <w:rsid w:val="000D3FB8"/>
    <w:rsid w:val="000E6382"/>
    <w:rsid w:val="00106A3B"/>
    <w:rsid w:val="00140B48"/>
    <w:rsid w:val="00144586"/>
    <w:rsid w:val="00150811"/>
    <w:rsid w:val="001843D2"/>
    <w:rsid w:val="00193CC5"/>
    <w:rsid w:val="00194477"/>
    <w:rsid w:val="001C11AC"/>
    <w:rsid w:val="001C5BCA"/>
    <w:rsid w:val="001D7348"/>
    <w:rsid w:val="001E70AD"/>
    <w:rsid w:val="00206B7D"/>
    <w:rsid w:val="00207DE0"/>
    <w:rsid w:val="00226AAC"/>
    <w:rsid w:val="00236FFB"/>
    <w:rsid w:val="00245943"/>
    <w:rsid w:val="002472DE"/>
    <w:rsid w:val="00251F4B"/>
    <w:rsid w:val="00261FF9"/>
    <w:rsid w:val="00266BC2"/>
    <w:rsid w:val="002824AC"/>
    <w:rsid w:val="00284534"/>
    <w:rsid w:val="002C1FC8"/>
    <w:rsid w:val="002D6E95"/>
    <w:rsid w:val="002E71CF"/>
    <w:rsid w:val="002F1AF3"/>
    <w:rsid w:val="00304406"/>
    <w:rsid w:val="00321821"/>
    <w:rsid w:val="00362722"/>
    <w:rsid w:val="003657DC"/>
    <w:rsid w:val="00376D98"/>
    <w:rsid w:val="00386855"/>
    <w:rsid w:val="003978DB"/>
    <w:rsid w:val="003A03BA"/>
    <w:rsid w:val="003D30CB"/>
    <w:rsid w:val="003F14D4"/>
    <w:rsid w:val="00405616"/>
    <w:rsid w:val="00410AAD"/>
    <w:rsid w:val="00432794"/>
    <w:rsid w:val="00436732"/>
    <w:rsid w:val="0044448F"/>
    <w:rsid w:val="004510AC"/>
    <w:rsid w:val="004534A2"/>
    <w:rsid w:val="0046129F"/>
    <w:rsid w:val="00475070"/>
    <w:rsid w:val="00480F2F"/>
    <w:rsid w:val="004816E7"/>
    <w:rsid w:val="00484E9E"/>
    <w:rsid w:val="004A4033"/>
    <w:rsid w:val="004B5B48"/>
    <w:rsid w:val="004D140F"/>
    <w:rsid w:val="004E1673"/>
    <w:rsid w:val="004E79A1"/>
    <w:rsid w:val="0050529D"/>
    <w:rsid w:val="00522A49"/>
    <w:rsid w:val="00522A62"/>
    <w:rsid w:val="00522E3C"/>
    <w:rsid w:val="00524B69"/>
    <w:rsid w:val="00560998"/>
    <w:rsid w:val="00560AED"/>
    <w:rsid w:val="00564F8F"/>
    <w:rsid w:val="00565A02"/>
    <w:rsid w:val="0058006D"/>
    <w:rsid w:val="00587C04"/>
    <w:rsid w:val="00591180"/>
    <w:rsid w:val="005930EE"/>
    <w:rsid w:val="00595875"/>
    <w:rsid w:val="005A10BD"/>
    <w:rsid w:val="005A31B5"/>
    <w:rsid w:val="005A7F6E"/>
    <w:rsid w:val="005B3935"/>
    <w:rsid w:val="005B4C2B"/>
    <w:rsid w:val="005C1374"/>
    <w:rsid w:val="005C661D"/>
    <w:rsid w:val="005F6AB3"/>
    <w:rsid w:val="00604F0D"/>
    <w:rsid w:val="006070E7"/>
    <w:rsid w:val="00607965"/>
    <w:rsid w:val="00611954"/>
    <w:rsid w:val="00612553"/>
    <w:rsid w:val="006332B8"/>
    <w:rsid w:val="006350A1"/>
    <w:rsid w:val="006352A7"/>
    <w:rsid w:val="00641B10"/>
    <w:rsid w:val="00650932"/>
    <w:rsid w:val="00666473"/>
    <w:rsid w:val="00673141"/>
    <w:rsid w:val="006756E7"/>
    <w:rsid w:val="00676FC7"/>
    <w:rsid w:val="0068395B"/>
    <w:rsid w:val="006C786F"/>
    <w:rsid w:val="006D6D8C"/>
    <w:rsid w:val="006E7E7B"/>
    <w:rsid w:val="00703EEC"/>
    <w:rsid w:val="00706A81"/>
    <w:rsid w:val="00712290"/>
    <w:rsid w:val="007159AF"/>
    <w:rsid w:val="00742E86"/>
    <w:rsid w:val="007446A8"/>
    <w:rsid w:val="00773E85"/>
    <w:rsid w:val="00780A14"/>
    <w:rsid w:val="00797C6E"/>
    <w:rsid w:val="007B17B8"/>
    <w:rsid w:val="007B1CD0"/>
    <w:rsid w:val="007C0845"/>
    <w:rsid w:val="007E57DA"/>
    <w:rsid w:val="007E5BBA"/>
    <w:rsid w:val="007F4DBC"/>
    <w:rsid w:val="007F69BF"/>
    <w:rsid w:val="00836FAD"/>
    <w:rsid w:val="00843838"/>
    <w:rsid w:val="008653E2"/>
    <w:rsid w:val="0086639D"/>
    <w:rsid w:val="008903D5"/>
    <w:rsid w:val="00890B87"/>
    <w:rsid w:val="00893CAF"/>
    <w:rsid w:val="008B105D"/>
    <w:rsid w:val="008B2A39"/>
    <w:rsid w:val="008C4BF3"/>
    <w:rsid w:val="0090203A"/>
    <w:rsid w:val="00905D03"/>
    <w:rsid w:val="009107E2"/>
    <w:rsid w:val="00942DD1"/>
    <w:rsid w:val="00945670"/>
    <w:rsid w:val="00947CE7"/>
    <w:rsid w:val="00950D7B"/>
    <w:rsid w:val="00970373"/>
    <w:rsid w:val="0097519C"/>
    <w:rsid w:val="009C3A5B"/>
    <w:rsid w:val="009C525F"/>
    <w:rsid w:val="009C7784"/>
    <w:rsid w:val="009D1114"/>
    <w:rsid w:val="009E01B2"/>
    <w:rsid w:val="009F0201"/>
    <w:rsid w:val="009F5A51"/>
    <w:rsid w:val="009F5E8C"/>
    <w:rsid w:val="009F6837"/>
    <w:rsid w:val="009F6AB3"/>
    <w:rsid w:val="00A009F3"/>
    <w:rsid w:val="00A03996"/>
    <w:rsid w:val="00A04C78"/>
    <w:rsid w:val="00A11FED"/>
    <w:rsid w:val="00A21BD7"/>
    <w:rsid w:val="00A34FBB"/>
    <w:rsid w:val="00A517F2"/>
    <w:rsid w:val="00A530DB"/>
    <w:rsid w:val="00A55117"/>
    <w:rsid w:val="00A8684F"/>
    <w:rsid w:val="00AA689C"/>
    <w:rsid w:val="00AB0FF1"/>
    <w:rsid w:val="00AB6BA7"/>
    <w:rsid w:val="00AC2CD3"/>
    <w:rsid w:val="00AE4308"/>
    <w:rsid w:val="00AE6D44"/>
    <w:rsid w:val="00B14709"/>
    <w:rsid w:val="00B31B78"/>
    <w:rsid w:val="00B53156"/>
    <w:rsid w:val="00B75860"/>
    <w:rsid w:val="00B92609"/>
    <w:rsid w:val="00B93E22"/>
    <w:rsid w:val="00BA3790"/>
    <w:rsid w:val="00BB2DF0"/>
    <w:rsid w:val="00BC5DBD"/>
    <w:rsid w:val="00C470C7"/>
    <w:rsid w:val="00C61AF4"/>
    <w:rsid w:val="00C72573"/>
    <w:rsid w:val="00C74C86"/>
    <w:rsid w:val="00C94CAD"/>
    <w:rsid w:val="00CA42B9"/>
    <w:rsid w:val="00CA4414"/>
    <w:rsid w:val="00CE0964"/>
    <w:rsid w:val="00CE1CA0"/>
    <w:rsid w:val="00CF4328"/>
    <w:rsid w:val="00CF56DD"/>
    <w:rsid w:val="00D20473"/>
    <w:rsid w:val="00D21407"/>
    <w:rsid w:val="00D24E8A"/>
    <w:rsid w:val="00D25FDD"/>
    <w:rsid w:val="00D344C9"/>
    <w:rsid w:val="00D44191"/>
    <w:rsid w:val="00D453FF"/>
    <w:rsid w:val="00D47FCE"/>
    <w:rsid w:val="00D639E2"/>
    <w:rsid w:val="00D9779D"/>
    <w:rsid w:val="00DB10F0"/>
    <w:rsid w:val="00DB5E2C"/>
    <w:rsid w:val="00DC59F2"/>
    <w:rsid w:val="00DD3523"/>
    <w:rsid w:val="00DE7A7C"/>
    <w:rsid w:val="00E27A4B"/>
    <w:rsid w:val="00E35368"/>
    <w:rsid w:val="00E537BE"/>
    <w:rsid w:val="00E93341"/>
    <w:rsid w:val="00EA0C29"/>
    <w:rsid w:val="00EA77A3"/>
    <w:rsid w:val="00EC4747"/>
    <w:rsid w:val="00EC48E0"/>
    <w:rsid w:val="00EC6676"/>
    <w:rsid w:val="00ED0658"/>
    <w:rsid w:val="00ED2AA9"/>
    <w:rsid w:val="00EE2F3F"/>
    <w:rsid w:val="00EF55EE"/>
    <w:rsid w:val="00F12382"/>
    <w:rsid w:val="00F16F2C"/>
    <w:rsid w:val="00F34FB0"/>
    <w:rsid w:val="00F37C2C"/>
    <w:rsid w:val="00F46E0E"/>
    <w:rsid w:val="00F47C0A"/>
    <w:rsid w:val="00F57AF9"/>
    <w:rsid w:val="00F713EA"/>
    <w:rsid w:val="00F72FA2"/>
    <w:rsid w:val="00F75C74"/>
    <w:rsid w:val="00F819EA"/>
    <w:rsid w:val="00F82CFB"/>
    <w:rsid w:val="00F8322E"/>
    <w:rsid w:val="00F85F3D"/>
    <w:rsid w:val="00FD5D68"/>
    <w:rsid w:val="00FE1C42"/>
    <w:rsid w:val="00FE2E1C"/>
    <w:rsid w:val="00FE3006"/>
    <w:rsid w:val="00FF06B8"/>
    <w:rsid w:val="00FF24AF"/>
    <w:rsid w:val="00FF6E13"/>
    <w:rsid w:val="00FF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0BBFBF"/>
  <w15:docId w15:val="{AE281BF5-8516-474E-AD20-3B287DC64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34FBB"/>
    <w:pPr>
      <w:jc w:val="left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link w:val="Naslov1Znak"/>
    <w:qFormat/>
    <w:rsid w:val="00A530D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avaden"/>
    <w:link w:val="Naslov2Znak"/>
    <w:uiPriority w:val="9"/>
    <w:qFormat/>
    <w:rsid w:val="00A530D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slov3">
    <w:name w:val="heading 3"/>
    <w:basedOn w:val="Navaden"/>
    <w:next w:val="Navaden"/>
    <w:link w:val="Naslov3Znak"/>
    <w:unhideWhenUsed/>
    <w:qFormat/>
    <w:rsid w:val="005B4C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purple">
    <w:name w:val="purple"/>
    <w:basedOn w:val="Navaden"/>
    <w:rsid w:val="00A55117"/>
    <w:pPr>
      <w:spacing w:before="100" w:beforeAutospacing="1" w:after="100" w:afterAutospacing="1"/>
    </w:pPr>
  </w:style>
  <w:style w:type="paragraph" w:styleId="Navadensplet">
    <w:name w:val="Normal (Web)"/>
    <w:basedOn w:val="Navaden"/>
    <w:unhideWhenUsed/>
    <w:rsid w:val="00A55117"/>
    <w:pPr>
      <w:spacing w:before="100" w:beforeAutospacing="1" w:after="100" w:afterAutospacing="1"/>
    </w:pPr>
  </w:style>
  <w:style w:type="paragraph" w:customStyle="1" w:styleId="esegmentt">
    <w:name w:val="esegment_t"/>
    <w:basedOn w:val="Navaden"/>
    <w:rsid w:val="00A55117"/>
    <w:pPr>
      <w:spacing w:before="100" w:beforeAutospacing="1" w:after="100" w:afterAutospacing="1"/>
    </w:pPr>
  </w:style>
  <w:style w:type="paragraph" w:customStyle="1" w:styleId="esegmentc1">
    <w:name w:val="esegment_c1"/>
    <w:basedOn w:val="Navaden"/>
    <w:rsid w:val="00A55117"/>
    <w:pPr>
      <w:spacing w:before="100" w:beforeAutospacing="1" w:after="100" w:afterAutospacing="1"/>
    </w:pPr>
  </w:style>
  <w:style w:type="paragraph" w:customStyle="1" w:styleId="esegmenth4">
    <w:name w:val="esegment_h4"/>
    <w:basedOn w:val="Navaden"/>
    <w:rsid w:val="00A55117"/>
    <w:pPr>
      <w:spacing w:before="100" w:beforeAutospacing="1" w:after="100" w:afterAutospacing="1"/>
    </w:pPr>
  </w:style>
  <w:style w:type="paragraph" w:customStyle="1" w:styleId="esegmentp1">
    <w:name w:val="esegment_p1"/>
    <w:basedOn w:val="Navaden"/>
    <w:rsid w:val="00A55117"/>
    <w:pPr>
      <w:spacing w:before="100" w:beforeAutospacing="1" w:after="100" w:afterAutospacing="1"/>
    </w:pPr>
  </w:style>
  <w:style w:type="paragraph" w:styleId="Glava">
    <w:name w:val="header"/>
    <w:basedOn w:val="Navaden"/>
    <w:link w:val="GlavaZnak"/>
    <w:uiPriority w:val="99"/>
    <w:unhideWhenUsed/>
    <w:rsid w:val="00A55117"/>
    <w:pPr>
      <w:tabs>
        <w:tab w:val="center" w:pos="4536"/>
        <w:tab w:val="right" w:pos="9072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A55117"/>
  </w:style>
  <w:style w:type="paragraph" w:styleId="Noga">
    <w:name w:val="footer"/>
    <w:basedOn w:val="Navaden"/>
    <w:link w:val="NogaZnak"/>
    <w:uiPriority w:val="99"/>
    <w:unhideWhenUsed/>
    <w:rsid w:val="00A55117"/>
    <w:pPr>
      <w:tabs>
        <w:tab w:val="center" w:pos="4536"/>
        <w:tab w:val="right" w:pos="9072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A55117"/>
  </w:style>
  <w:style w:type="character" w:customStyle="1" w:styleId="Naslov1Znak">
    <w:name w:val="Naslov 1 Znak"/>
    <w:basedOn w:val="Privzetapisavaodstavka"/>
    <w:link w:val="Naslov1"/>
    <w:rsid w:val="00A530DB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rsid w:val="00A530DB"/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paragraph" w:styleId="z-vrhobrazca">
    <w:name w:val="HTML Top of Form"/>
    <w:basedOn w:val="Navaden"/>
    <w:next w:val="Navaden"/>
    <w:link w:val="z-vrhobrazcaZnak"/>
    <w:hidden/>
    <w:uiPriority w:val="99"/>
    <w:semiHidden/>
    <w:unhideWhenUsed/>
    <w:rsid w:val="00A530D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vrhobrazcaZnak">
    <w:name w:val="z-vrh obrazca Znak"/>
    <w:basedOn w:val="Privzetapisavaodstavka"/>
    <w:link w:val="z-vrhobrazca"/>
    <w:uiPriority w:val="99"/>
    <w:semiHidden/>
    <w:rsid w:val="00A530DB"/>
    <w:rPr>
      <w:rFonts w:ascii="Arial" w:eastAsia="Times New Roman" w:hAnsi="Arial" w:cs="Arial"/>
      <w:vanish/>
      <w:sz w:val="16"/>
      <w:szCs w:val="16"/>
      <w:lang w:eastAsia="sl-SI"/>
    </w:rPr>
  </w:style>
  <w:style w:type="character" w:customStyle="1" w:styleId="outputtext">
    <w:name w:val="outputtext"/>
    <w:basedOn w:val="Privzetapisavaodstavka"/>
    <w:rsid w:val="00A530DB"/>
  </w:style>
  <w:style w:type="paragraph" w:styleId="z-dnoobrazca">
    <w:name w:val="HTML Bottom of Form"/>
    <w:basedOn w:val="Navaden"/>
    <w:next w:val="Navaden"/>
    <w:link w:val="z-dnoobrazcaZnak"/>
    <w:hidden/>
    <w:uiPriority w:val="99"/>
    <w:unhideWhenUsed/>
    <w:rsid w:val="00A530D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dnoobrazcaZnak">
    <w:name w:val="z-dno obrazca Znak"/>
    <w:basedOn w:val="Privzetapisavaodstavka"/>
    <w:link w:val="z-dnoobrazca"/>
    <w:uiPriority w:val="99"/>
    <w:rsid w:val="00A530DB"/>
    <w:rPr>
      <w:rFonts w:ascii="Arial" w:eastAsia="Times New Roman" w:hAnsi="Arial" w:cs="Arial"/>
      <w:vanish/>
      <w:sz w:val="16"/>
      <w:szCs w:val="16"/>
      <w:lang w:eastAsia="sl-SI"/>
    </w:rPr>
  </w:style>
  <w:style w:type="numbering" w:customStyle="1" w:styleId="Brezseznama1">
    <w:name w:val="Brez seznama1"/>
    <w:next w:val="Brezseznama"/>
    <w:semiHidden/>
    <w:rsid w:val="007C0845"/>
  </w:style>
  <w:style w:type="character" w:styleId="tevilkastrani">
    <w:name w:val="page number"/>
    <w:basedOn w:val="Privzetapisavaodstavka"/>
    <w:rsid w:val="007C0845"/>
  </w:style>
  <w:style w:type="paragraph" w:styleId="Sprotnaopomba-besedilo">
    <w:name w:val="footnote text"/>
    <w:basedOn w:val="Navaden"/>
    <w:link w:val="Sprotnaopomba-besediloZnak"/>
    <w:semiHidden/>
    <w:rsid w:val="007C0845"/>
    <w:rPr>
      <w:rFonts w:ascii="Arial" w:hAnsi="Arial"/>
      <w:i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7C0845"/>
    <w:rPr>
      <w:rFonts w:ascii="Arial" w:eastAsia="Times New Roman" w:hAnsi="Arial" w:cs="Times New Roman"/>
      <w:i/>
      <w:sz w:val="20"/>
      <w:szCs w:val="20"/>
      <w:lang w:eastAsia="sl-SI"/>
    </w:rPr>
  </w:style>
  <w:style w:type="paragraph" w:styleId="Konnaopomba-besedilo">
    <w:name w:val="endnote text"/>
    <w:basedOn w:val="Navaden"/>
    <w:link w:val="Konnaopomba-besediloZnak"/>
    <w:semiHidden/>
    <w:rsid w:val="007C0845"/>
    <w:rPr>
      <w:rFonts w:ascii="Arial" w:hAnsi="Arial"/>
      <w:i/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semiHidden/>
    <w:rsid w:val="007C0845"/>
    <w:rPr>
      <w:rFonts w:ascii="Arial" w:eastAsia="Times New Roman" w:hAnsi="Arial" w:cs="Times New Roman"/>
      <w:i/>
      <w:sz w:val="20"/>
      <w:szCs w:val="20"/>
      <w:lang w:eastAsia="sl-SI"/>
    </w:rPr>
  </w:style>
  <w:style w:type="character" w:styleId="Konnaopomba-sklic">
    <w:name w:val="endnote reference"/>
    <w:basedOn w:val="Privzetapisavaodstavka"/>
    <w:semiHidden/>
    <w:rsid w:val="007C0845"/>
    <w:rPr>
      <w:vertAlign w:val="superscript"/>
    </w:rPr>
  </w:style>
  <w:style w:type="paragraph" w:styleId="Telobesedila">
    <w:name w:val="Body Text"/>
    <w:basedOn w:val="Navaden"/>
    <w:link w:val="TelobesedilaZnak"/>
    <w:semiHidden/>
    <w:unhideWhenUsed/>
    <w:rsid w:val="00A34FBB"/>
    <w:rPr>
      <w:b/>
      <w:bCs/>
    </w:rPr>
  </w:style>
  <w:style w:type="character" w:customStyle="1" w:styleId="TelobesedilaZnak">
    <w:name w:val="Telo besedila Znak"/>
    <w:basedOn w:val="Privzetapisavaodstavka"/>
    <w:link w:val="Telobesedila"/>
    <w:semiHidden/>
    <w:rsid w:val="00A34FBB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styleId="Hiperpovezava">
    <w:name w:val="Hyperlink"/>
    <w:basedOn w:val="Privzetapisavaodstavka"/>
    <w:uiPriority w:val="99"/>
    <w:unhideWhenUsed/>
    <w:rsid w:val="00AE6D44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773E85"/>
    <w:pPr>
      <w:ind w:left="720"/>
      <w:contextualSpacing/>
    </w:pPr>
  </w:style>
  <w:style w:type="table" w:styleId="Tabelamrea">
    <w:name w:val="Table Grid"/>
    <w:basedOn w:val="Navadnatabela"/>
    <w:uiPriority w:val="59"/>
    <w:rsid w:val="00DB10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3Znak">
    <w:name w:val="Naslov 3 Znak"/>
    <w:basedOn w:val="Privzetapisavaodstavka"/>
    <w:link w:val="Naslov3"/>
    <w:rsid w:val="005B4C2B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EC6676"/>
    <w:rPr>
      <w:vertAlign w:val="superscript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93CA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93CAF"/>
    <w:rPr>
      <w:rFonts w:ascii="Tahoma" w:eastAsia="Times New Roman" w:hAnsi="Tahoma" w:cs="Tahoma"/>
      <w:sz w:val="16"/>
      <w:szCs w:val="1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2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743263">
              <w:marLeft w:val="0"/>
              <w:marRight w:val="0"/>
              <w:marTop w:val="64"/>
              <w:marBottom w:val="0"/>
              <w:divBdr>
                <w:top w:val="single" w:sz="4" w:space="3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6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7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8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0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0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7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1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904742">
                  <w:marLeft w:val="0"/>
                  <w:marRight w:val="0"/>
                  <w:marTop w:val="7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3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81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2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cnik\AppData\Roaming\Microsoft\Predloge\Predloga%20Ob&#269;ina%20BARVNA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BA73C7-615A-46A4-95C2-1B4DE0B2D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Predloga Občina BARVNA.dotx</Template>
  <TotalTime>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Marjana Močnik</dc:creator>
  <cp:lastModifiedBy>Irena Malovrh</cp:lastModifiedBy>
  <cp:revision>2</cp:revision>
  <cp:lastPrinted>2013-04-02T13:05:00Z</cp:lastPrinted>
  <dcterms:created xsi:type="dcterms:W3CDTF">2025-04-08T11:56:00Z</dcterms:created>
  <dcterms:modified xsi:type="dcterms:W3CDTF">2025-04-08T11:56:00Z</dcterms:modified>
</cp:coreProperties>
</file>