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FF3" w:rsidRPr="005F3987" w:rsidRDefault="00DD1FF3" w:rsidP="00CF6536">
      <w:pPr>
        <w:rPr>
          <w:sz w:val="22"/>
          <w:szCs w:val="22"/>
        </w:rPr>
      </w:pPr>
    </w:p>
    <w:tbl>
      <w:tblPr>
        <w:tblW w:w="92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5"/>
      </w:tblGrid>
      <w:tr w:rsidR="00DD1FF3" w:rsidRPr="005F3987" w:rsidTr="00CF6536">
        <w:trPr>
          <w:trHeight w:val="777"/>
        </w:trPr>
        <w:tc>
          <w:tcPr>
            <w:tcW w:w="9255" w:type="dxa"/>
          </w:tcPr>
          <w:p w:rsidR="00DD1FF3" w:rsidRPr="005F3987" w:rsidRDefault="00DD1FF3" w:rsidP="00922A06">
            <w:pPr>
              <w:ind w:left="360"/>
              <w:jc w:val="center"/>
              <w:rPr>
                <w:b/>
              </w:rPr>
            </w:pPr>
          </w:p>
          <w:p w:rsidR="00DD1FF3" w:rsidRPr="005F3987" w:rsidRDefault="00DD1FF3" w:rsidP="00922A06">
            <w:pPr>
              <w:ind w:left="360"/>
              <w:jc w:val="center"/>
              <w:rPr>
                <w:b/>
              </w:rPr>
            </w:pPr>
            <w:r w:rsidRPr="005F3987">
              <w:rPr>
                <w:b/>
                <w:sz w:val="22"/>
                <w:szCs w:val="22"/>
              </w:rPr>
              <w:t>PODATKI O PRIJAVITELJU</w:t>
            </w:r>
          </w:p>
          <w:p w:rsidR="00DD1FF3" w:rsidRPr="005F3987" w:rsidRDefault="00DD1FF3" w:rsidP="00922A06">
            <w:pPr>
              <w:ind w:left="360"/>
              <w:rPr>
                <w:b/>
              </w:rPr>
            </w:pPr>
          </w:p>
        </w:tc>
      </w:tr>
    </w:tbl>
    <w:p w:rsidR="00DD1FF3" w:rsidRPr="005F3987" w:rsidRDefault="00DD1FF3" w:rsidP="00CF6536">
      <w:pPr>
        <w:rPr>
          <w:sz w:val="22"/>
          <w:szCs w:val="22"/>
        </w:rPr>
      </w:pPr>
    </w:p>
    <w:p w:rsidR="00DD1FF3" w:rsidRPr="005F3987" w:rsidRDefault="00DD1FF3" w:rsidP="00CF6536">
      <w:pPr>
        <w:rPr>
          <w:sz w:val="22"/>
          <w:szCs w:val="22"/>
        </w:rPr>
      </w:pPr>
    </w:p>
    <w:p w:rsidR="00DD1FF3" w:rsidRPr="005F3987" w:rsidRDefault="00DD1FF3" w:rsidP="00CF6536">
      <w:pPr>
        <w:rPr>
          <w:sz w:val="22"/>
          <w:szCs w:val="22"/>
        </w:rPr>
      </w:pPr>
    </w:p>
    <w:p w:rsidR="00DD1FF3" w:rsidRPr="005F3987" w:rsidRDefault="00DD1FF3" w:rsidP="00CF6536">
      <w:pPr>
        <w:rPr>
          <w:sz w:val="22"/>
          <w:szCs w:val="22"/>
        </w:rPr>
      </w:pPr>
      <w:r w:rsidRPr="005F3987">
        <w:rPr>
          <w:sz w:val="22"/>
          <w:szCs w:val="22"/>
        </w:rPr>
        <w:t xml:space="preserve">NAZIV PRIJAVITELJA: ______________________________________________ </w:t>
      </w:r>
    </w:p>
    <w:p w:rsidR="00DD1FF3" w:rsidRPr="005F3987" w:rsidRDefault="00DD1FF3" w:rsidP="00CF6536">
      <w:pPr>
        <w:rPr>
          <w:sz w:val="22"/>
          <w:szCs w:val="22"/>
        </w:rPr>
      </w:pPr>
    </w:p>
    <w:p w:rsidR="00DD1FF3" w:rsidRPr="005F3987" w:rsidRDefault="00DD1FF3" w:rsidP="00CF6536">
      <w:pPr>
        <w:rPr>
          <w:sz w:val="22"/>
          <w:szCs w:val="22"/>
        </w:rPr>
      </w:pPr>
    </w:p>
    <w:p w:rsidR="00DD1FF3" w:rsidRPr="005F3987" w:rsidRDefault="00DD1FF3" w:rsidP="00CF6536">
      <w:pPr>
        <w:rPr>
          <w:sz w:val="22"/>
          <w:szCs w:val="22"/>
        </w:rPr>
      </w:pPr>
      <w:r w:rsidRPr="005F3987">
        <w:rPr>
          <w:sz w:val="22"/>
          <w:szCs w:val="22"/>
        </w:rPr>
        <w:t xml:space="preserve">NASLOV (SEDEŽ): _________________________________________________ </w:t>
      </w:r>
    </w:p>
    <w:p w:rsidR="00DD1FF3" w:rsidRPr="005F3987" w:rsidRDefault="00DD1FF3" w:rsidP="00CF6536">
      <w:pPr>
        <w:rPr>
          <w:sz w:val="22"/>
          <w:szCs w:val="22"/>
        </w:rPr>
      </w:pPr>
    </w:p>
    <w:p w:rsidR="00DD1FF3" w:rsidRPr="005F3987" w:rsidRDefault="00DD1FF3" w:rsidP="00CF6536">
      <w:pPr>
        <w:rPr>
          <w:sz w:val="22"/>
          <w:szCs w:val="22"/>
        </w:rPr>
      </w:pPr>
    </w:p>
    <w:p w:rsidR="00DD1FF3" w:rsidRPr="005F3987" w:rsidRDefault="00DD1FF3" w:rsidP="00CF6536">
      <w:pPr>
        <w:rPr>
          <w:sz w:val="22"/>
          <w:szCs w:val="22"/>
        </w:rPr>
      </w:pPr>
      <w:r w:rsidRPr="005F3987">
        <w:rPr>
          <w:sz w:val="22"/>
          <w:szCs w:val="22"/>
        </w:rPr>
        <w:t xml:space="preserve">DAVČNA ŠT.: ____________________ ZAVEZANEC ZA DDV: </w:t>
      </w:r>
      <w:r w:rsidRPr="005F3987">
        <w:rPr>
          <w:sz w:val="22"/>
          <w:szCs w:val="22"/>
        </w:rPr>
        <w:tab/>
        <w:t xml:space="preserve">DA </w:t>
      </w:r>
      <w:r w:rsidRPr="005F3987">
        <w:rPr>
          <w:sz w:val="22"/>
          <w:szCs w:val="22"/>
        </w:rPr>
        <w:tab/>
        <w:t>NE</w:t>
      </w:r>
    </w:p>
    <w:p w:rsidR="00DD1FF3" w:rsidRPr="005F3987" w:rsidRDefault="00DD1FF3" w:rsidP="00CF6536">
      <w:pPr>
        <w:rPr>
          <w:sz w:val="22"/>
          <w:szCs w:val="22"/>
        </w:rPr>
      </w:pPr>
    </w:p>
    <w:p w:rsidR="00DD1FF3" w:rsidRPr="005F3987" w:rsidRDefault="00DD1FF3" w:rsidP="00CF6536">
      <w:pPr>
        <w:rPr>
          <w:sz w:val="22"/>
          <w:szCs w:val="22"/>
        </w:rPr>
      </w:pPr>
    </w:p>
    <w:p w:rsidR="00DD1FF3" w:rsidRPr="005F3987" w:rsidRDefault="00DD1FF3" w:rsidP="00CF6536">
      <w:pPr>
        <w:rPr>
          <w:sz w:val="22"/>
          <w:szCs w:val="22"/>
        </w:rPr>
      </w:pPr>
      <w:r w:rsidRPr="005F3987">
        <w:rPr>
          <w:sz w:val="22"/>
          <w:szCs w:val="22"/>
        </w:rPr>
        <w:t xml:space="preserve">MATIČNA ŠT.: ____________________ </w:t>
      </w:r>
    </w:p>
    <w:p w:rsidR="00DD1FF3" w:rsidRPr="005F3987" w:rsidRDefault="00DD1FF3" w:rsidP="00CF6536">
      <w:pPr>
        <w:rPr>
          <w:sz w:val="22"/>
          <w:szCs w:val="22"/>
        </w:rPr>
      </w:pPr>
    </w:p>
    <w:p w:rsidR="00DD1FF3" w:rsidRPr="005F3987" w:rsidRDefault="00DD1FF3" w:rsidP="00CF6536">
      <w:pPr>
        <w:rPr>
          <w:sz w:val="22"/>
          <w:szCs w:val="22"/>
        </w:rPr>
      </w:pPr>
    </w:p>
    <w:p w:rsidR="00DD1FF3" w:rsidRPr="005F3987" w:rsidRDefault="00DD1FF3" w:rsidP="00CF6536">
      <w:pPr>
        <w:rPr>
          <w:sz w:val="22"/>
          <w:szCs w:val="22"/>
        </w:rPr>
      </w:pPr>
      <w:r w:rsidRPr="005F3987">
        <w:rPr>
          <w:sz w:val="22"/>
          <w:szCs w:val="22"/>
        </w:rPr>
        <w:t xml:space="preserve">ŠT. TRANSAKCIJSKEGA RAČUNA: ___________________________________ </w:t>
      </w:r>
    </w:p>
    <w:p w:rsidR="00DD1FF3" w:rsidRPr="005F3987" w:rsidRDefault="00DD1FF3" w:rsidP="00CF6536">
      <w:pPr>
        <w:rPr>
          <w:sz w:val="22"/>
          <w:szCs w:val="22"/>
        </w:rPr>
      </w:pPr>
    </w:p>
    <w:p w:rsidR="00DD1FF3" w:rsidRPr="005F3987" w:rsidRDefault="00DD1FF3" w:rsidP="00CF6536">
      <w:pPr>
        <w:rPr>
          <w:sz w:val="22"/>
          <w:szCs w:val="22"/>
        </w:rPr>
      </w:pPr>
    </w:p>
    <w:p w:rsidR="00DD1FF3" w:rsidRPr="005F3987" w:rsidRDefault="00DD1FF3" w:rsidP="00CF6536">
      <w:pPr>
        <w:rPr>
          <w:sz w:val="22"/>
          <w:szCs w:val="22"/>
        </w:rPr>
      </w:pPr>
      <w:r w:rsidRPr="005F3987">
        <w:rPr>
          <w:sz w:val="22"/>
          <w:szCs w:val="22"/>
        </w:rPr>
        <w:t xml:space="preserve">KONTAKTNA OSEBA: _________________________ TEL.:________________ </w:t>
      </w:r>
    </w:p>
    <w:p w:rsidR="00DD1FF3" w:rsidRPr="005F3987" w:rsidRDefault="00DD1FF3" w:rsidP="00CF6536">
      <w:pPr>
        <w:rPr>
          <w:sz w:val="22"/>
          <w:szCs w:val="22"/>
        </w:rPr>
      </w:pPr>
    </w:p>
    <w:p w:rsidR="00DD1FF3" w:rsidRPr="005F3987" w:rsidRDefault="00DD1FF3" w:rsidP="00CF6536">
      <w:pPr>
        <w:rPr>
          <w:sz w:val="22"/>
          <w:szCs w:val="22"/>
        </w:rPr>
      </w:pPr>
    </w:p>
    <w:p w:rsidR="00DD1FF3" w:rsidRPr="005F3987" w:rsidRDefault="00DD1FF3" w:rsidP="00CF6536">
      <w:pPr>
        <w:rPr>
          <w:sz w:val="22"/>
          <w:szCs w:val="22"/>
        </w:rPr>
      </w:pPr>
      <w:r w:rsidRPr="005F3987">
        <w:rPr>
          <w:sz w:val="22"/>
          <w:szCs w:val="22"/>
        </w:rPr>
        <w:t>E-NASLOV: ______________________  SPLETNA STRAN: ________________</w:t>
      </w:r>
    </w:p>
    <w:p w:rsidR="00DD1FF3" w:rsidRPr="005F3987" w:rsidRDefault="00DD1FF3" w:rsidP="00CF6536">
      <w:pPr>
        <w:rPr>
          <w:sz w:val="22"/>
          <w:szCs w:val="22"/>
        </w:rPr>
      </w:pPr>
    </w:p>
    <w:p w:rsidR="00DD1FF3" w:rsidRPr="005F3987" w:rsidRDefault="00DD1FF3" w:rsidP="00CF6536">
      <w:pPr>
        <w:rPr>
          <w:sz w:val="22"/>
          <w:szCs w:val="22"/>
        </w:rPr>
      </w:pPr>
    </w:p>
    <w:p w:rsidR="00DD1FF3" w:rsidRPr="005F3987" w:rsidRDefault="00DD1FF3" w:rsidP="00CF6536">
      <w:pPr>
        <w:rPr>
          <w:sz w:val="22"/>
          <w:szCs w:val="22"/>
        </w:rPr>
      </w:pPr>
      <w:r w:rsidRPr="005F3987">
        <w:rPr>
          <w:sz w:val="22"/>
          <w:szCs w:val="22"/>
        </w:rPr>
        <w:t xml:space="preserve">ORGANIZACIJSKA OBLIKA: _________________________________________ </w:t>
      </w:r>
    </w:p>
    <w:p w:rsidR="00DD1FF3" w:rsidRPr="005F3987" w:rsidRDefault="00DD1FF3" w:rsidP="00CF6536">
      <w:pPr>
        <w:rPr>
          <w:sz w:val="22"/>
          <w:szCs w:val="22"/>
        </w:rPr>
      </w:pPr>
      <w:r w:rsidRPr="005F3987">
        <w:rPr>
          <w:sz w:val="22"/>
          <w:szCs w:val="22"/>
        </w:rPr>
        <w:t xml:space="preserve">                                                                       (DRUŠTVO, KLUB, NEPROFITNA ORG. …) </w:t>
      </w:r>
    </w:p>
    <w:p w:rsidR="00DD1FF3" w:rsidRPr="005F3987" w:rsidRDefault="00DD1FF3" w:rsidP="00CF6536">
      <w:pPr>
        <w:rPr>
          <w:sz w:val="22"/>
          <w:szCs w:val="22"/>
        </w:rPr>
      </w:pPr>
    </w:p>
    <w:p w:rsidR="00DD1FF3" w:rsidRPr="005F3987" w:rsidRDefault="00DD1FF3" w:rsidP="00CF6536">
      <w:pPr>
        <w:rPr>
          <w:sz w:val="22"/>
          <w:szCs w:val="22"/>
        </w:rPr>
      </w:pPr>
    </w:p>
    <w:p w:rsidR="00DD1FF3" w:rsidRPr="005F3987" w:rsidRDefault="00DD1FF3" w:rsidP="00CF6536">
      <w:pPr>
        <w:rPr>
          <w:sz w:val="22"/>
          <w:szCs w:val="22"/>
        </w:rPr>
      </w:pPr>
    </w:p>
    <w:p w:rsidR="00DD1FF3" w:rsidRPr="005F3987" w:rsidRDefault="00DD1FF3" w:rsidP="00DD1FF3">
      <w:pPr>
        <w:ind w:left="360"/>
        <w:rPr>
          <w:sz w:val="22"/>
          <w:szCs w:val="22"/>
        </w:rPr>
      </w:pPr>
    </w:p>
    <w:p w:rsidR="00DD1FF3" w:rsidRPr="005F3987" w:rsidRDefault="00DD1FF3" w:rsidP="00DD1FF3">
      <w:pPr>
        <w:rPr>
          <w:sz w:val="22"/>
          <w:szCs w:val="22"/>
        </w:rPr>
      </w:pPr>
    </w:p>
    <w:p w:rsidR="00DD1FF3" w:rsidRPr="005F3987" w:rsidRDefault="00DD1FF3" w:rsidP="00DD1FF3">
      <w:pPr>
        <w:rPr>
          <w:sz w:val="22"/>
          <w:szCs w:val="22"/>
        </w:rPr>
      </w:pPr>
      <w:r w:rsidRPr="005F3987">
        <w:rPr>
          <w:sz w:val="22"/>
          <w:szCs w:val="22"/>
        </w:rPr>
        <w:t>DATUM: __________________           ŽIG IN PODPIS: _______________________</w:t>
      </w:r>
    </w:p>
    <w:p w:rsidR="00DD1FF3" w:rsidRPr="007E3FE7" w:rsidRDefault="00DD1FF3" w:rsidP="00CF6536">
      <w:pPr>
        <w:rPr>
          <w:b/>
          <w:sz w:val="22"/>
          <w:szCs w:val="22"/>
        </w:rPr>
      </w:pPr>
    </w:p>
    <w:sectPr w:rsidR="00DD1FF3" w:rsidRPr="007E3FE7" w:rsidSect="00A039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607" w:rsidRDefault="00E80607" w:rsidP="00A55117">
      <w:r>
        <w:separator/>
      </w:r>
    </w:p>
  </w:endnote>
  <w:endnote w:type="continuationSeparator" w:id="0">
    <w:p w:rsidR="00E80607" w:rsidRDefault="00E80607" w:rsidP="00A55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4C1" w:rsidRDefault="009774C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4C1" w:rsidRDefault="009774C1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4C1" w:rsidRDefault="009774C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607" w:rsidRDefault="00E80607" w:rsidP="00A55117">
      <w:r>
        <w:separator/>
      </w:r>
    </w:p>
  </w:footnote>
  <w:footnote w:type="continuationSeparator" w:id="0">
    <w:p w:rsidR="00E80607" w:rsidRDefault="00E80607" w:rsidP="00A55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4C1" w:rsidRDefault="009774C1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536" w:rsidRDefault="00CF6536" w:rsidP="00CF6536">
    <w:pPr>
      <w:pStyle w:val="Glava"/>
      <w:tabs>
        <w:tab w:val="clear" w:pos="4536"/>
        <w:tab w:val="clear" w:pos="9072"/>
        <w:tab w:val="left" w:pos="914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536" w:rsidRPr="00CF6536" w:rsidRDefault="00CF6536">
    <w:pPr>
      <w:pStyle w:val="Glava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OBČINA ŠKOFJA LOKA - </w:t>
    </w:r>
    <w:r w:rsidRPr="00CF6536">
      <w:rPr>
        <w:rFonts w:ascii="Times New Roman" w:hAnsi="Times New Roman" w:cs="Times New Roman"/>
      </w:rPr>
      <w:t xml:space="preserve">JP </w:t>
    </w:r>
    <w:r>
      <w:rPr>
        <w:rFonts w:ascii="Times New Roman" w:hAnsi="Times New Roman" w:cs="Times New Roman"/>
      </w:rPr>
      <w:t xml:space="preserve">– POKROVITELJSTVO ŽUPANA </w:t>
    </w:r>
    <w:r>
      <w:rPr>
        <w:rFonts w:ascii="Times New Roman" w:hAnsi="Times New Roman" w:cs="Times New Roman"/>
      </w:rPr>
      <w:t>202</w:t>
    </w:r>
    <w:r w:rsidR="009774C1">
      <w:rPr>
        <w:rFonts w:ascii="Times New Roman" w:hAnsi="Times New Roman" w:cs="Times New Roman"/>
      </w:rPr>
      <w:t>5</w:t>
    </w:r>
    <w:bookmarkStart w:id="0" w:name="_GoBack"/>
    <w:bookmarkEnd w:id="0"/>
    <w:r>
      <w:rPr>
        <w:rFonts w:ascii="Times New Roman" w:hAnsi="Times New Roman" w:cs="Times New Roman"/>
      </w:rPr>
      <w:tab/>
      <w:t>obrazec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7BD9"/>
    <w:multiLevelType w:val="hybridMultilevel"/>
    <w:tmpl w:val="60DAF7A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A4867"/>
    <w:multiLevelType w:val="hybridMultilevel"/>
    <w:tmpl w:val="1D1880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A6079"/>
    <w:multiLevelType w:val="singleLevel"/>
    <w:tmpl w:val="F6607CD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/>
        <w:caps w:val="0"/>
        <w:sz w:val="24"/>
      </w:rPr>
    </w:lvl>
  </w:abstractNum>
  <w:abstractNum w:abstractNumId="3" w15:restartNumberingAfterBreak="0">
    <w:nsid w:val="076603D7"/>
    <w:multiLevelType w:val="singleLevel"/>
    <w:tmpl w:val="DF80D2D6"/>
    <w:lvl w:ilvl="0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08C80BBB"/>
    <w:multiLevelType w:val="hybridMultilevel"/>
    <w:tmpl w:val="52E48D12"/>
    <w:lvl w:ilvl="0" w:tplc="D1A64A5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C3010"/>
    <w:multiLevelType w:val="hybridMultilevel"/>
    <w:tmpl w:val="12BC04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A243F"/>
    <w:multiLevelType w:val="singleLevel"/>
    <w:tmpl w:val="0424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EA752BB"/>
    <w:multiLevelType w:val="hybridMultilevel"/>
    <w:tmpl w:val="1C66B658"/>
    <w:lvl w:ilvl="0" w:tplc="D1A64A5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BB2AAD"/>
    <w:multiLevelType w:val="hybridMultilevel"/>
    <w:tmpl w:val="CEE6EB5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0F5CC5"/>
    <w:multiLevelType w:val="multilevel"/>
    <w:tmpl w:val="6C16F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BF770B"/>
    <w:multiLevelType w:val="multilevel"/>
    <w:tmpl w:val="6CC66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A36A3B"/>
    <w:multiLevelType w:val="multilevel"/>
    <w:tmpl w:val="8AF8E23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2" w15:restartNumberingAfterBreak="0">
    <w:nsid w:val="20B62422"/>
    <w:multiLevelType w:val="hybridMultilevel"/>
    <w:tmpl w:val="E6DE853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3B5432"/>
    <w:multiLevelType w:val="hybridMultilevel"/>
    <w:tmpl w:val="6D667D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60FDC"/>
    <w:multiLevelType w:val="hybridMultilevel"/>
    <w:tmpl w:val="EE0C0492"/>
    <w:lvl w:ilvl="0" w:tplc="09822E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BC0312"/>
    <w:multiLevelType w:val="hybridMultilevel"/>
    <w:tmpl w:val="BB762100"/>
    <w:lvl w:ilvl="0" w:tplc="350EB7C0">
      <w:start w:val="42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6" w15:restartNumberingAfterBreak="0">
    <w:nsid w:val="35DF736E"/>
    <w:multiLevelType w:val="hybridMultilevel"/>
    <w:tmpl w:val="0D444B96"/>
    <w:lvl w:ilvl="0" w:tplc="E38E67A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8464B6"/>
    <w:multiLevelType w:val="hybridMultilevel"/>
    <w:tmpl w:val="C6BC903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CC41F7"/>
    <w:multiLevelType w:val="hybridMultilevel"/>
    <w:tmpl w:val="1C846702"/>
    <w:lvl w:ilvl="0" w:tplc="B602F17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0F5C9E"/>
    <w:multiLevelType w:val="hybridMultilevel"/>
    <w:tmpl w:val="A7AAC5CC"/>
    <w:lvl w:ilvl="0" w:tplc="3FD08CC4">
      <w:start w:val="42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621C68"/>
    <w:multiLevelType w:val="hybridMultilevel"/>
    <w:tmpl w:val="9D02BC9E"/>
    <w:lvl w:ilvl="0" w:tplc="A40E467C">
      <w:start w:val="1"/>
      <w:numFmt w:val="decimal"/>
      <w:lvlText w:val="%1."/>
      <w:lvlJc w:val="left"/>
      <w:pPr>
        <w:tabs>
          <w:tab w:val="num" w:pos="680"/>
        </w:tabs>
        <w:ind w:left="737" w:hanging="397"/>
      </w:pPr>
      <w:rPr>
        <w:rFonts w:hint="default"/>
        <w:b w:val="0"/>
        <w:i/>
      </w:rPr>
    </w:lvl>
    <w:lvl w:ilvl="1" w:tplc="673E41D2">
      <w:start w:val="3"/>
      <w:numFmt w:val="upperRoman"/>
      <w:lvlText w:val="%2."/>
      <w:lvlJc w:val="left"/>
      <w:pPr>
        <w:tabs>
          <w:tab w:val="num" w:pos="284"/>
        </w:tabs>
        <w:ind w:left="0" w:firstLine="0"/>
      </w:pPr>
      <w:rPr>
        <w:rFonts w:hint="default"/>
        <w:b w:val="0"/>
        <w:i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4D4EC0"/>
    <w:multiLevelType w:val="hybridMultilevel"/>
    <w:tmpl w:val="CF1A900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C303AB"/>
    <w:multiLevelType w:val="hybridMultilevel"/>
    <w:tmpl w:val="208AC9FA"/>
    <w:lvl w:ilvl="0" w:tplc="368CFDBE">
      <w:start w:val="9"/>
      <w:numFmt w:val="bullet"/>
      <w:lvlText w:val="–"/>
      <w:lvlJc w:val="left"/>
      <w:pPr>
        <w:tabs>
          <w:tab w:val="num" w:pos="930"/>
        </w:tabs>
        <w:ind w:left="930" w:hanging="57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6B2BA2"/>
    <w:multiLevelType w:val="hybridMultilevel"/>
    <w:tmpl w:val="BA20CD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E291D"/>
    <w:multiLevelType w:val="hybridMultilevel"/>
    <w:tmpl w:val="707805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8250BB"/>
    <w:multiLevelType w:val="hybridMultilevel"/>
    <w:tmpl w:val="A2760682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14A31E1"/>
    <w:multiLevelType w:val="hybridMultilevel"/>
    <w:tmpl w:val="6DF2400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5117ED"/>
    <w:multiLevelType w:val="hybridMultilevel"/>
    <w:tmpl w:val="0BF658A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435E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CB64C0D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7497E0A"/>
    <w:multiLevelType w:val="hybridMultilevel"/>
    <w:tmpl w:val="41F827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2212E6"/>
    <w:multiLevelType w:val="hybridMultilevel"/>
    <w:tmpl w:val="808883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78763B"/>
    <w:multiLevelType w:val="hybridMultilevel"/>
    <w:tmpl w:val="DC9AA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7B0C0F"/>
    <w:multiLevelType w:val="hybridMultilevel"/>
    <w:tmpl w:val="B16E4D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0"/>
  </w:num>
  <w:num w:numId="4">
    <w:abstractNumId w:val="14"/>
  </w:num>
  <w:num w:numId="5">
    <w:abstractNumId w:val="15"/>
  </w:num>
  <w:num w:numId="6">
    <w:abstractNumId w:val="31"/>
  </w:num>
  <w:num w:numId="7">
    <w:abstractNumId w:val="27"/>
  </w:num>
  <w:num w:numId="8">
    <w:abstractNumId w:val="5"/>
  </w:num>
  <w:num w:numId="9">
    <w:abstractNumId w:val="13"/>
  </w:num>
  <w:num w:numId="10">
    <w:abstractNumId w:val="17"/>
  </w:num>
  <w:num w:numId="11">
    <w:abstractNumId w:val="25"/>
  </w:num>
  <w:num w:numId="12">
    <w:abstractNumId w:val="26"/>
  </w:num>
  <w:num w:numId="13">
    <w:abstractNumId w:val="12"/>
  </w:num>
  <w:num w:numId="14">
    <w:abstractNumId w:val="4"/>
  </w:num>
  <w:num w:numId="15">
    <w:abstractNumId w:val="7"/>
  </w:num>
  <w:num w:numId="16">
    <w:abstractNumId w:val="6"/>
  </w:num>
  <w:num w:numId="17">
    <w:abstractNumId w:val="29"/>
  </w:num>
  <w:num w:numId="18">
    <w:abstractNumId w:val="8"/>
  </w:num>
  <w:num w:numId="19">
    <w:abstractNumId w:val="24"/>
  </w:num>
  <w:num w:numId="20">
    <w:abstractNumId w:val="30"/>
  </w:num>
  <w:num w:numId="21">
    <w:abstractNumId w:val="1"/>
  </w:num>
  <w:num w:numId="22">
    <w:abstractNumId w:val="32"/>
  </w:num>
  <w:num w:numId="23">
    <w:abstractNumId w:val="23"/>
  </w:num>
  <w:num w:numId="24">
    <w:abstractNumId w:val="0"/>
  </w:num>
  <w:num w:numId="25">
    <w:abstractNumId w:val="19"/>
  </w:num>
  <w:num w:numId="26">
    <w:abstractNumId w:val="21"/>
  </w:num>
  <w:num w:numId="27">
    <w:abstractNumId w:val="33"/>
  </w:num>
  <w:num w:numId="28">
    <w:abstractNumId w:val="18"/>
  </w:num>
  <w:num w:numId="29">
    <w:abstractNumId w:val="16"/>
  </w:num>
  <w:num w:numId="30">
    <w:abstractNumId w:val="28"/>
  </w:num>
  <w:num w:numId="31">
    <w:abstractNumId w:val="2"/>
  </w:num>
  <w:num w:numId="32">
    <w:abstractNumId w:val="3"/>
  </w:num>
  <w:num w:numId="33">
    <w:abstractNumId w:val="11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5DC"/>
    <w:rsid w:val="00000759"/>
    <w:rsid w:val="00005DFB"/>
    <w:rsid w:val="000136EB"/>
    <w:rsid w:val="00017120"/>
    <w:rsid w:val="00021011"/>
    <w:rsid w:val="00031EF9"/>
    <w:rsid w:val="0005128A"/>
    <w:rsid w:val="000516D8"/>
    <w:rsid w:val="000623FD"/>
    <w:rsid w:val="0006334B"/>
    <w:rsid w:val="00070FEF"/>
    <w:rsid w:val="000866E1"/>
    <w:rsid w:val="00087A4A"/>
    <w:rsid w:val="00093BEB"/>
    <w:rsid w:val="000C505E"/>
    <w:rsid w:val="000D3FB8"/>
    <w:rsid w:val="000E6382"/>
    <w:rsid w:val="00100FF8"/>
    <w:rsid w:val="00106A3B"/>
    <w:rsid w:val="00111601"/>
    <w:rsid w:val="001430F6"/>
    <w:rsid w:val="00144586"/>
    <w:rsid w:val="00160B74"/>
    <w:rsid w:val="001843D2"/>
    <w:rsid w:val="00193CC5"/>
    <w:rsid w:val="001A3AC9"/>
    <w:rsid w:val="001B1C01"/>
    <w:rsid w:val="001C11AC"/>
    <w:rsid w:val="001C5BCA"/>
    <w:rsid w:val="001D0BFD"/>
    <w:rsid w:val="001D7348"/>
    <w:rsid w:val="001F3DD7"/>
    <w:rsid w:val="00206B7D"/>
    <w:rsid w:val="00207DE0"/>
    <w:rsid w:val="00226AAC"/>
    <w:rsid w:val="00236FFB"/>
    <w:rsid w:val="002472DE"/>
    <w:rsid w:val="00251F4B"/>
    <w:rsid w:val="00266BC2"/>
    <w:rsid w:val="00284534"/>
    <w:rsid w:val="002C0907"/>
    <w:rsid w:val="002C1FC8"/>
    <w:rsid w:val="002D6E95"/>
    <w:rsid w:val="002E71CF"/>
    <w:rsid w:val="002F1AF3"/>
    <w:rsid w:val="00321821"/>
    <w:rsid w:val="0035288B"/>
    <w:rsid w:val="00362722"/>
    <w:rsid w:val="00376D98"/>
    <w:rsid w:val="00386855"/>
    <w:rsid w:val="003978DB"/>
    <w:rsid w:val="003A03BA"/>
    <w:rsid w:val="003D10E3"/>
    <w:rsid w:val="003D30CB"/>
    <w:rsid w:val="003F14D4"/>
    <w:rsid w:val="00405616"/>
    <w:rsid w:val="00436732"/>
    <w:rsid w:val="004375DF"/>
    <w:rsid w:val="004510AC"/>
    <w:rsid w:val="0046129F"/>
    <w:rsid w:val="0048027A"/>
    <w:rsid w:val="00481EEA"/>
    <w:rsid w:val="00484E9E"/>
    <w:rsid w:val="004A2198"/>
    <w:rsid w:val="004A2E7B"/>
    <w:rsid w:val="004A4033"/>
    <w:rsid w:val="004B5B48"/>
    <w:rsid w:val="004D45ED"/>
    <w:rsid w:val="004E1673"/>
    <w:rsid w:val="004E79A1"/>
    <w:rsid w:val="00520E79"/>
    <w:rsid w:val="00522A49"/>
    <w:rsid w:val="00522A62"/>
    <w:rsid w:val="00524B69"/>
    <w:rsid w:val="00540241"/>
    <w:rsid w:val="00543E27"/>
    <w:rsid w:val="00564F8F"/>
    <w:rsid w:val="0058006D"/>
    <w:rsid w:val="00587C04"/>
    <w:rsid w:val="005930EE"/>
    <w:rsid w:val="00595C91"/>
    <w:rsid w:val="005A10BD"/>
    <w:rsid w:val="005A31B5"/>
    <w:rsid w:val="005A5481"/>
    <w:rsid w:val="005B3935"/>
    <w:rsid w:val="005B4C2B"/>
    <w:rsid w:val="005C661D"/>
    <w:rsid w:val="005F3987"/>
    <w:rsid w:val="005F6AB3"/>
    <w:rsid w:val="005F78A3"/>
    <w:rsid w:val="00604F0D"/>
    <w:rsid w:val="006070E7"/>
    <w:rsid w:val="00607FBA"/>
    <w:rsid w:val="00611954"/>
    <w:rsid w:val="00612553"/>
    <w:rsid w:val="006332B8"/>
    <w:rsid w:val="006350A1"/>
    <w:rsid w:val="006352A7"/>
    <w:rsid w:val="00647DA4"/>
    <w:rsid w:val="00650932"/>
    <w:rsid w:val="00673141"/>
    <w:rsid w:val="006756E7"/>
    <w:rsid w:val="00676FC7"/>
    <w:rsid w:val="0068395B"/>
    <w:rsid w:val="006C786F"/>
    <w:rsid w:val="006D3B6B"/>
    <w:rsid w:val="006D51F8"/>
    <w:rsid w:val="006D6D8C"/>
    <w:rsid w:val="006E2256"/>
    <w:rsid w:val="006F1E71"/>
    <w:rsid w:val="006F301C"/>
    <w:rsid w:val="00703EEC"/>
    <w:rsid w:val="007159AF"/>
    <w:rsid w:val="00754D6C"/>
    <w:rsid w:val="00767049"/>
    <w:rsid w:val="00773E85"/>
    <w:rsid w:val="00780A14"/>
    <w:rsid w:val="00797C6E"/>
    <w:rsid w:val="007C0845"/>
    <w:rsid w:val="007E3FE7"/>
    <w:rsid w:val="007E5BBA"/>
    <w:rsid w:val="007F2621"/>
    <w:rsid w:val="007F69BF"/>
    <w:rsid w:val="0083017A"/>
    <w:rsid w:val="00836FAD"/>
    <w:rsid w:val="00843838"/>
    <w:rsid w:val="008653E2"/>
    <w:rsid w:val="0086639D"/>
    <w:rsid w:val="00893CAF"/>
    <w:rsid w:val="008B2CAA"/>
    <w:rsid w:val="008C4BF3"/>
    <w:rsid w:val="0090203A"/>
    <w:rsid w:val="00905D03"/>
    <w:rsid w:val="009107E2"/>
    <w:rsid w:val="00922A06"/>
    <w:rsid w:val="00942DD1"/>
    <w:rsid w:val="00945670"/>
    <w:rsid w:val="00947CE7"/>
    <w:rsid w:val="00950D7B"/>
    <w:rsid w:val="00954BB4"/>
    <w:rsid w:val="00961C95"/>
    <w:rsid w:val="009774C1"/>
    <w:rsid w:val="009859E9"/>
    <w:rsid w:val="009A41A8"/>
    <w:rsid w:val="009C0882"/>
    <w:rsid w:val="009C3A5B"/>
    <w:rsid w:val="009C525F"/>
    <w:rsid w:val="009C5768"/>
    <w:rsid w:val="009C7784"/>
    <w:rsid w:val="009E01B2"/>
    <w:rsid w:val="009F0201"/>
    <w:rsid w:val="009F6AB3"/>
    <w:rsid w:val="00A009F3"/>
    <w:rsid w:val="00A03996"/>
    <w:rsid w:val="00A04C78"/>
    <w:rsid w:val="00A11EAC"/>
    <w:rsid w:val="00A11FED"/>
    <w:rsid w:val="00A21BD7"/>
    <w:rsid w:val="00A229C2"/>
    <w:rsid w:val="00A34FBB"/>
    <w:rsid w:val="00A42565"/>
    <w:rsid w:val="00A43F88"/>
    <w:rsid w:val="00A517F2"/>
    <w:rsid w:val="00A530DB"/>
    <w:rsid w:val="00A53EC1"/>
    <w:rsid w:val="00A55117"/>
    <w:rsid w:val="00A8684F"/>
    <w:rsid w:val="00AA3495"/>
    <w:rsid w:val="00AA689C"/>
    <w:rsid w:val="00AB6BA7"/>
    <w:rsid w:val="00AE4308"/>
    <w:rsid w:val="00AE6D44"/>
    <w:rsid w:val="00B13601"/>
    <w:rsid w:val="00B14709"/>
    <w:rsid w:val="00B17179"/>
    <w:rsid w:val="00B2595C"/>
    <w:rsid w:val="00B31B78"/>
    <w:rsid w:val="00B53156"/>
    <w:rsid w:val="00B75860"/>
    <w:rsid w:val="00B92609"/>
    <w:rsid w:val="00B93E22"/>
    <w:rsid w:val="00BA3790"/>
    <w:rsid w:val="00BB2DF0"/>
    <w:rsid w:val="00BC2B44"/>
    <w:rsid w:val="00BE171D"/>
    <w:rsid w:val="00C005DC"/>
    <w:rsid w:val="00C05D1C"/>
    <w:rsid w:val="00C2628C"/>
    <w:rsid w:val="00C470C7"/>
    <w:rsid w:val="00C61AF4"/>
    <w:rsid w:val="00C94CAD"/>
    <w:rsid w:val="00CA42B9"/>
    <w:rsid w:val="00CA4414"/>
    <w:rsid w:val="00CA4BB3"/>
    <w:rsid w:val="00CE0964"/>
    <w:rsid w:val="00CF4328"/>
    <w:rsid w:val="00CF6536"/>
    <w:rsid w:val="00D20473"/>
    <w:rsid w:val="00D24E8A"/>
    <w:rsid w:val="00D25FDD"/>
    <w:rsid w:val="00D31379"/>
    <w:rsid w:val="00D344C9"/>
    <w:rsid w:val="00D35A4A"/>
    <w:rsid w:val="00D44191"/>
    <w:rsid w:val="00D453FF"/>
    <w:rsid w:val="00D463E2"/>
    <w:rsid w:val="00D47FCE"/>
    <w:rsid w:val="00D639E2"/>
    <w:rsid w:val="00D77E77"/>
    <w:rsid w:val="00D9779D"/>
    <w:rsid w:val="00DB10F0"/>
    <w:rsid w:val="00DB5E2C"/>
    <w:rsid w:val="00DC59F2"/>
    <w:rsid w:val="00DC6071"/>
    <w:rsid w:val="00DD1FF3"/>
    <w:rsid w:val="00DD3523"/>
    <w:rsid w:val="00DD45B0"/>
    <w:rsid w:val="00DE7A7C"/>
    <w:rsid w:val="00E005A9"/>
    <w:rsid w:val="00E053A5"/>
    <w:rsid w:val="00E23BDE"/>
    <w:rsid w:val="00E27A4B"/>
    <w:rsid w:val="00E35368"/>
    <w:rsid w:val="00E537BE"/>
    <w:rsid w:val="00E80607"/>
    <w:rsid w:val="00E93341"/>
    <w:rsid w:val="00EA0C29"/>
    <w:rsid w:val="00EB3CA2"/>
    <w:rsid w:val="00EC4747"/>
    <w:rsid w:val="00EC48E0"/>
    <w:rsid w:val="00EC6676"/>
    <w:rsid w:val="00ED0658"/>
    <w:rsid w:val="00ED2AA9"/>
    <w:rsid w:val="00EE2F3F"/>
    <w:rsid w:val="00EE4812"/>
    <w:rsid w:val="00EE5644"/>
    <w:rsid w:val="00F34FB0"/>
    <w:rsid w:val="00F37C2C"/>
    <w:rsid w:val="00F42807"/>
    <w:rsid w:val="00F477AE"/>
    <w:rsid w:val="00F47C0A"/>
    <w:rsid w:val="00F538BE"/>
    <w:rsid w:val="00F713EA"/>
    <w:rsid w:val="00F72FA2"/>
    <w:rsid w:val="00F75C74"/>
    <w:rsid w:val="00F82CFB"/>
    <w:rsid w:val="00F85F3D"/>
    <w:rsid w:val="00F86B3D"/>
    <w:rsid w:val="00F917B3"/>
    <w:rsid w:val="00FC1674"/>
    <w:rsid w:val="00FD5D68"/>
    <w:rsid w:val="00FE1C42"/>
    <w:rsid w:val="00FE3006"/>
    <w:rsid w:val="00FE7EE4"/>
    <w:rsid w:val="00FF0221"/>
    <w:rsid w:val="00FF06B8"/>
    <w:rsid w:val="00FF24AF"/>
    <w:rsid w:val="00FF6E13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7A16B"/>
  <w15:docId w15:val="{945D1A03-8E28-4793-AA71-C581DAA6A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34FBB"/>
    <w:pPr>
      <w:jc w:val="left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link w:val="Naslov1Znak"/>
    <w:qFormat/>
    <w:rsid w:val="00A530D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avaden"/>
    <w:link w:val="Naslov2Znak"/>
    <w:uiPriority w:val="9"/>
    <w:qFormat/>
    <w:rsid w:val="00A530D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avaden"/>
    <w:next w:val="Navaden"/>
    <w:link w:val="Naslov3Znak"/>
    <w:unhideWhenUsed/>
    <w:qFormat/>
    <w:rsid w:val="005B4C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purple">
    <w:name w:val="purple"/>
    <w:basedOn w:val="Navaden"/>
    <w:rsid w:val="00A55117"/>
    <w:pPr>
      <w:spacing w:before="100" w:beforeAutospacing="1" w:after="100" w:afterAutospacing="1"/>
    </w:pPr>
  </w:style>
  <w:style w:type="paragraph" w:styleId="Navadensplet">
    <w:name w:val="Normal (Web)"/>
    <w:basedOn w:val="Navaden"/>
    <w:uiPriority w:val="99"/>
    <w:unhideWhenUsed/>
    <w:rsid w:val="00A55117"/>
    <w:pPr>
      <w:spacing w:before="100" w:beforeAutospacing="1" w:after="100" w:afterAutospacing="1"/>
    </w:pPr>
  </w:style>
  <w:style w:type="paragraph" w:customStyle="1" w:styleId="esegmentt">
    <w:name w:val="esegment_t"/>
    <w:basedOn w:val="Navaden"/>
    <w:rsid w:val="00A55117"/>
    <w:pPr>
      <w:spacing w:before="100" w:beforeAutospacing="1" w:after="100" w:afterAutospacing="1"/>
    </w:pPr>
  </w:style>
  <w:style w:type="paragraph" w:customStyle="1" w:styleId="esegmentc1">
    <w:name w:val="esegment_c1"/>
    <w:basedOn w:val="Navaden"/>
    <w:rsid w:val="00A55117"/>
    <w:pPr>
      <w:spacing w:before="100" w:beforeAutospacing="1" w:after="100" w:afterAutospacing="1"/>
    </w:pPr>
  </w:style>
  <w:style w:type="paragraph" w:customStyle="1" w:styleId="esegmenth4">
    <w:name w:val="esegment_h4"/>
    <w:basedOn w:val="Navaden"/>
    <w:rsid w:val="00A55117"/>
    <w:pPr>
      <w:spacing w:before="100" w:beforeAutospacing="1" w:after="100" w:afterAutospacing="1"/>
    </w:pPr>
  </w:style>
  <w:style w:type="paragraph" w:customStyle="1" w:styleId="esegmentp1">
    <w:name w:val="esegment_p1"/>
    <w:basedOn w:val="Navaden"/>
    <w:rsid w:val="00A55117"/>
    <w:pPr>
      <w:spacing w:before="100" w:beforeAutospacing="1" w:after="100" w:afterAutospacing="1"/>
    </w:pPr>
  </w:style>
  <w:style w:type="paragraph" w:styleId="Glava">
    <w:name w:val="header"/>
    <w:basedOn w:val="Navaden"/>
    <w:link w:val="GlavaZnak"/>
    <w:uiPriority w:val="99"/>
    <w:unhideWhenUsed/>
    <w:rsid w:val="00A55117"/>
    <w:pPr>
      <w:tabs>
        <w:tab w:val="center" w:pos="4536"/>
        <w:tab w:val="right" w:pos="9072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A55117"/>
  </w:style>
  <w:style w:type="paragraph" w:styleId="Noga">
    <w:name w:val="footer"/>
    <w:basedOn w:val="Navaden"/>
    <w:link w:val="NogaZnak"/>
    <w:uiPriority w:val="99"/>
    <w:unhideWhenUsed/>
    <w:rsid w:val="00A55117"/>
    <w:pPr>
      <w:tabs>
        <w:tab w:val="center" w:pos="4536"/>
        <w:tab w:val="right" w:pos="9072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A55117"/>
  </w:style>
  <w:style w:type="character" w:customStyle="1" w:styleId="Naslov1Znak">
    <w:name w:val="Naslov 1 Znak"/>
    <w:basedOn w:val="Privzetapisavaodstavka"/>
    <w:link w:val="Naslov1"/>
    <w:rsid w:val="00A530DB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rsid w:val="00A530DB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z-vrhobrazca">
    <w:name w:val="HTML Top of Form"/>
    <w:basedOn w:val="Navaden"/>
    <w:next w:val="Navaden"/>
    <w:link w:val="z-vrhobrazcaZnak"/>
    <w:hidden/>
    <w:uiPriority w:val="99"/>
    <w:semiHidden/>
    <w:unhideWhenUsed/>
    <w:rsid w:val="00A530D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vrhobrazcaZnak">
    <w:name w:val="z-vrh obrazca Znak"/>
    <w:basedOn w:val="Privzetapisavaodstavka"/>
    <w:link w:val="z-vrhobrazca"/>
    <w:uiPriority w:val="99"/>
    <w:semiHidden/>
    <w:rsid w:val="00A530DB"/>
    <w:rPr>
      <w:rFonts w:ascii="Arial" w:eastAsia="Times New Roman" w:hAnsi="Arial" w:cs="Arial"/>
      <w:vanish/>
      <w:sz w:val="16"/>
      <w:szCs w:val="16"/>
      <w:lang w:eastAsia="sl-SI"/>
    </w:rPr>
  </w:style>
  <w:style w:type="character" w:customStyle="1" w:styleId="outputtext">
    <w:name w:val="outputtext"/>
    <w:basedOn w:val="Privzetapisavaodstavka"/>
    <w:rsid w:val="00A530DB"/>
  </w:style>
  <w:style w:type="paragraph" w:styleId="z-dnoobrazca">
    <w:name w:val="HTML Bottom of Form"/>
    <w:basedOn w:val="Navaden"/>
    <w:next w:val="Navaden"/>
    <w:link w:val="z-dnoobrazcaZnak"/>
    <w:hidden/>
    <w:uiPriority w:val="99"/>
    <w:unhideWhenUsed/>
    <w:rsid w:val="00A530D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dnoobrazcaZnak">
    <w:name w:val="z-dno obrazca Znak"/>
    <w:basedOn w:val="Privzetapisavaodstavka"/>
    <w:link w:val="z-dnoobrazca"/>
    <w:uiPriority w:val="99"/>
    <w:rsid w:val="00A530DB"/>
    <w:rPr>
      <w:rFonts w:ascii="Arial" w:eastAsia="Times New Roman" w:hAnsi="Arial" w:cs="Arial"/>
      <w:vanish/>
      <w:sz w:val="16"/>
      <w:szCs w:val="16"/>
      <w:lang w:eastAsia="sl-SI"/>
    </w:rPr>
  </w:style>
  <w:style w:type="numbering" w:customStyle="1" w:styleId="Brezseznama1">
    <w:name w:val="Brez seznama1"/>
    <w:next w:val="Brezseznama"/>
    <w:semiHidden/>
    <w:rsid w:val="007C0845"/>
  </w:style>
  <w:style w:type="character" w:styleId="tevilkastrani">
    <w:name w:val="page number"/>
    <w:basedOn w:val="Privzetapisavaodstavka"/>
    <w:rsid w:val="007C0845"/>
  </w:style>
  <w:style w:type="paragraph" w:styleId="Sprotnaopomba-besedilo">
    <w:name w:val="footnote text"/>
    <w:basedOn w:val="Navaden"/>
    <w:link w:val="Sprotnaopomba-besediloZnak"/>
    <w:semiHidden/>
    <w:rsid w:val="007C0845"/>
    <w:rPr>
      <w:rFonts w:ascii="Arial" w:hAnsi="Arial"/>
      <w:i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7C0845"/>
    <w:rPr>
      <w:rFonts w:ascii="Arial" w:eastAsia="Times New Roman" w:hAnsi="Arial" w:cs="Times New Roman"/>
      <w:i/>
      <w:sz w:val="20"/>
      <w:szCs w:val="20"/>
      <w:lang w:eastAsia="sl-SI"/>
    </w:rPr>
  </w:style>
  <w:style w:type="paragraph" w:styleId="Konnaopomba-besedilo">
    <w:name w:val="endnote text"/>
    <w:basedOn w:val="Navaden"/>
    <w:link w:val="Konnaopomba-besediloZnak"/>
    <w:semiHidden/>
    <w:rsid w:val="007C0845"/>
    <w:rPr>
      <w:rFonts w:ascii="Arial" w:hAnsi="Arial"/>
      <w:i/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semiHidden/>
    <w:rsid w:val="007C0845"/>
    <w:rPr>
      <w:rFonts w:ascii="Arial" w:eastAsia="Times New Roman" w:hAnsi="Arial" w:cs="Times New Roman"/>
      <w:i/>
      <w:sz w:val="20"/>
      <w:szCs w:val="20"/>
      <w:lang w:eastAsia="sl-SI"/>
    </w:rPr>
  </w:style>
  <w:style w:type="character" w:styleId="Konnaopomba-sklic">
    <w:name w:val="endnote reference"/>
    <w:basedOn w:val="Privzetapisavaodstavka"/>
    <w:semiHidden/>
    <w:rsid w:val="007C0845"/>
    <w:rPr>
      <w:vertAlign w:val="superscript"/>
    </w:rPr>
  </w:style>
  <w:style w:type="paragraph" w:styleId="Telobesedila">
    <w:name w:val="Body Text"/>
    <w:basedOn w:val="Navaden"/>
    <w:link w:val="TelobesedilaZnak"/>
    <w:unhideWhenUsed/>
    <w:rsid w:val="00A34FBB"/>
    <w:rPr>
      <w:b/>
      <w:bCs/>
    </w:rPr>
  </w:style>
  <w:style w:type="character" w:customStyle="1" w:styleId="TelobesedilaZnak">
    <w:name w:val="Telo besedila Znak"/>
    <w:basedOn w:val="Privzetapisavaodstavka"/>
    <w:link w:val="Telobesedila"/>
    <w:semiHidden/>
    <w:rsid w:val="00A34FBB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styleId="Hiperpovezava">
    <w:name w:val="Hyperlink"/>
    <w:basedOn w:val="Privzetapisavaodstavka"/>
    <w:unhideWhenUsed/>
    <w:rsid w:val="00AE6D44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773E85"/>
    <w:pPr>
      <w:ind w:left="720"/>
      <w:contextualSpacing/>
    </w:pPr>
  </w:style>
  <w:style w:type="table" w:styleId="Tabelamrea">
    <w:name w:val="Table Grid"/>
    <w:basedOn w:val="Navadnatabela"/>
    <w:uiPriority w:val="59"/>
    <w:rsid w:val="00DB1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Znak">
    <w:name w:val="Naslov 3 Znak"/>
    <w:basedOn w:val="Privzetapisavaodstavka"/>
    <w:link w:val="Naslov3"/>
    <w:rsid w:val="005B4C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EC6676"/>
    <w:rPr>
      <w:vertAlign w:val="superscript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93CA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93CAF"/>
    <w:rPr>
      <w:rFonts w:ascii="Tahoma" w:eastAsia="Times New Roman" w:hAnsi="Tahoma" w:cs="Tahoma"/>
      <w:sz w:val="16"/>
      <w:szCs w:val="16"/>
      <w:lang w:eastAsia="sl-SI"/>
    </w:rPr>
  </w:style>
  <w:style w:type="paragraph" w:styleId="Telobesedila2">
    <w:name w:val="Body Text 2"/>
    <w:basedOn w:val="Navaden"/>
    <w:link w:val="Telobesedila2Znak"/>
    <w:rsid w:val="00DD1FF3"/>
    <w:rPr>
      <w:rFonts w:ascii="Tahoma" w:hAnsi="Tahoma"/>
      <w:sz w:val="32"/>
    </w:rPr>
  </w:style>
  <w:style w:type="character" w:customStyle="1" w:styleId="Telobesedila2Znak">
    <w:name w:val="Telo besedila 2 Znak"/>
    <w:basedOn w:val="Privzetapisavaodstavka"/>
    <w:link w:val="Telobesedila2"/>
    <w:rsid w:val="00DD1FF3"/>
    <w:rPr>
      <w:rFonts w:ascii="Tahoma" w:eastAsia="Times New Roman" w:hAnsi="Tahoma" w:cs="Times New Roman"/>
      <w:sz w:val="32"/>
      <w:szCs w:val="24"/>
      <w:lang w:eastAsia="sl-SI"/>
    </w:rPr>
  </w:style>
  <w:style w:type="paragraph" w:customStyle="1" w:styleId="BasicParagraph">
    <w:name w:val="[Basic Paragraph]"/>
    <w:basedOn w:val="Navaden"/>
    <w:uiPriority w:val="99"/>
    <w:rsid w:val="005F3987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2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743263">
              <w:marLeft w:val="0"/>
              <w:marRight w:val="0"/>
              <w:marTop w:val="64"/>
              <w:marBottom w:val="0"/>
              <w:divBdr>
                <w:top w:val="single" w:sz="4" w:space="3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6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4742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3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81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mijana\AppData\Roaming\Microsoft\Templates\Predloga%20Ob&#269;ina%20BARVNA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2F4AA2-5397-4838-8C29-2DFA86C02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Občina BARVNA.dotx</Template>
  <TotalTime>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Urška Nardoni</dc:creator>
  <cp:lastModifiedBy>Irena Malovrh</cp:lastModifiedBy>
  <cp:revision>2</cp:revision>
  <cp:lastPrinted>2023-03-28T06:08:00Z</cp:lastPrinted>
  <dcterms:created xsi:type="dcterms:W3CDTF">2025-04-08T11:34:00Z</dcterms:created>
  <dcterms:modified xsi:type="dcterms:W3CDTF">2025-04-08T11:34:00Z</dcterms:modified>
</cp:coreProperties>
</file>